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F9A9B" w14:textId="77777777" w:rsidR="00423116" w:rsidRDefault="00622DA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Zadávací dokumentace</w:t>
      </w:r>
    </w:p>
    <w:p w14:paraId="682B24CB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5A2F5C95" w14:textId="77777777" w:rsidR="00423116" w:rsidRDefault="00622DAC">
      <w:pPr>
        <w:tabs>
          <w:tab w:val="left" w:pos="7655"/>
        </w:tabs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nadlimitní veřejnou zakázku na dodávky zadávanou v otevřeném řízení </w:t>
      </w:r>
    </w:p>
    <w:p w14:paraId="65FF9BFD" w14:textId="77777777" w:rsidR="00423116" w:rsidRDefault="00622DAC">
      <w:pPr>
        <w:tabs>
          <w:tab w:val="left" w:pos="7655"/>
        </w:tabs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dle § 56 zákona č. 134/2016 Sb., o zadávání veřejných zakázek, ve znění pozdějších </w:t>
      </w:r>
      <w:r>
        <w:rPr>
          <w:rFonts w:ascii="Arial" w:hAnsi="Arial" w:cs="Arial"/>
          <w:sz w:val="20"/>
          <w:szCs w:val="20"/>
        </w:rPr>
        <w:t>předpisů, (dále jen „ZZVZ“).</w:t>
      </w:r>
    </w:p>
    <w:p w14:paraId="1A102D47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79A5B3A3" w14:textId="77777777" w:rsidR="00423116" w:rsidRDefault="00622DA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14:paraId="64E972EB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6AEA8134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416B8DF1" w14:textId="77777777" w:rsidR="00423116" w:rsidRDefault="00622DA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REACT-EU </w:t>
      </w:r>
      <w:r>
        <w:rPr>
          <w:rFonts w:ascii="Arial" w:hAnsi="Arial" w:cs="Arial"/>
          <w:b/>
          <w:sz w:val="28"/>
          <w:szCs w:val="28"/>
          <w:highlight w:val="yellow"/>
        </w:rPr>
        <w:t>100</w:t>
      </w:r>
      <w:r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………………</w:t>
      </w:r>
    </w:p>
    <w:p w14:paraId="56313FAD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3A64A39E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41E5C116" w14:textId="77777777" w:rsidR="00423116" w:rsidRDefault="00622DAC">
      <w:pPr>
        <w:jc w:val="center"/>
        <w:rPr>
          <w:rFonts w:ascii="Arial" w:hAnsi="Arial" w:cs="Arial"/>
          <w:b/>
          <w:sz w:val="20"/>
          <w:szCs w:val="20"/>
        </w:rPr>
      </w:pPr>
      <w:commentRangeStart w:id="0"/>
      <w:r>
        <w:rPr>
          <w:rFonts w:ascii="Arial" w:hAnsi="Arial" w:cs="Arial"/>
          <w:b/>
          <w:sz w:val="20"/>
          <w:szCs w:val="20"/>
        </w:rPr>
        <w:t xml:space="preserve">Veřejná zakázka </w:t>
      </w:r>
      <w:commentRangeEnd w:id="0"/>
      <w:r>
        <w:rPr>
          <w:rStyle w:val="Odkaznakoment"/>
          <w:rFonts w:ascii="Arial" w:hAnsi="Arial" w:cs="Arial"/>
          <w:sz w:val="20"/>
          <w:szCs w:val="20"/>
        </w:rPr>
        <w:commentReference w:id="0"/>
      </w:r>
      <w:r>
        <w:rPr>
          <w:rFonts w:ascii="Arial" w:hAnsi="Arial" w:cs="Arial"/>
          <w:b/>
          <w:sz w:val="20"/>
          <w:szCs w:val="20"/>
        </w:rPr>
        <w:t xml:space="preserve">je spolufinancována </w:t>
      </w:r>
      <w:r>
        <w:rPr>
          <w:rFonts w:ascii="Arial" w:hAnsi="Arial" w:cs="Arial"/>
          <w:b/>
          <w:sz w:val="20"/>
          <w:szCs w:val="20"/>
          <w:highlight w:val="yellow"/>
        </w:rPr>
        <w:t>z/ze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highlight w:val="yellow"/>
        </w:rPr>
        <w:t>100.</w:t>
      </w:r>
      <w:r>
        <w:rPr>
          <w:rFonts w:ascii="Arial" w:hAnsi="Arial" w:cs="Arial"/>
          <w:b/>
          <w:sz w:val="20"/>
          <w:szCs w:val="20"/>
        </w:rPr>
        <w:t xml:space="preserve"> Výzvy k předkládání žádostí o podporu z Integrovaného regionálního operačního programu:</w:t>
      </w:r>
    </w:p>
    <w:p w14:paraId="262D36EB" w14:textId="77777777" w:rsidR="00423116" w:rsidRDefault="00423116">
      <w:pPr>
        <w:jc w:val="center"/>
        <w:rPr>
          <w:rFonts w:ascii="Arial" w:hAnsi="Arial" w:cs="Arial"/>
          <w:b/>
          <w:sz w:val="20"/>
          <w:szCs w:val="20"/>
        </w:rPr>
      </w:pPr>
    </w:p>
    <w:p w14:paraId="2FA0AB9D" w14:textId="77777777" w:rsidR="00423116" w:rsidRDefault="00622DA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OBNOVA A DOPLNĚNÍ PŘÍSTROJOVÉHO VYBAVE</w:t>
      </w:r>
      <w:r>
        <w:rPr>
          <w:rFonts w:ascii="Arial" w:hAnsi="Arial" w:cs="Arial"/>
          <w:b/>
          <w:sz w:val="20"/>
          <w:szCs w:val="20"/>
          <w:highlight w:val="yellow"/>
        </w:rPr>
        <w:t>NÍ LABORATOŘÍ KZ v Masarykové nemocnici v Ústí nad Labem</w:t>
      </w:r>
      <w:r>
        <w:rPr>
          <w:rFonts w:ascii="Arial" w:hAnsi="Arial" w:cs="Arial"/>
          <w:b/>
          <w:sz w:val="20"/>
          <w:szCs w:val="20"/>
        </w:rPr>
        <w:t xml:space="preserve">, registrační číslo </w:t>
      </w:r>
      <w:r>
        <w:rPr>
          <w:rFonts w:ascii="Arial" w:hAnsi="Arial" w:cs="Arial"/>
          <w:b/>
          <w:sz w:val="20"/>
          <w:szCs w:val="20"/>
          <w:highlight w:val="yellow"/>
        </w:rPr>
        <w:t>CZ.06.6.127/0.0/0.0/21_123/0016684</w:t>
      </w:r>
    </w:p>
    <w:p w14:paraId="41E4827F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766F2184" w14:textId="77777777" w:rsidR="00423116" w:rsidRDefault="00622DA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 veřejné zakázky:</w:t>
      </w:r>
    </w:p>
    <w:p w14:paraId="2065CDED" w14:textId="77777777" w:rsidR="00423116" w:rsidRDefault="00622DAC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a.s.</w:t>
      </w:r>
    </w:p>
    <w:p w14:paraId="7C99B212" w14:textId="77777777" w:rsidR="00423116" w:rsidRDefault="00622DA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 Sociální péče 3316/12A</w:t>
      </w:r>
    </w:p>
    <w:p w14:paraId="2F51467D" w14:textId="77777777" w:rsidR="00423116" w:rsidRDefault="00622DA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400 11 Ústí nad Labem</w:t>
      </w:r>
    </w:p>
    <w:p w14:paraId="5C09FD41" w14:textId="77777777" w:rsidR="00423116" w:rsidRDefault="00622DA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25488627</w:t>
      </w:r>
    </w:p>
    <w:p w14:paraId="06458A46" w14:textId="77777777" w:rsidR="00423116" w:rsidRDefault="00622DAC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zapsaná v obchodním </w:t>
      </w:r>
      <w:r>
        <w:rPr>
          <w:rFonts w:ascii="Arial" w:hAnsi="Arial" w:cs="Arial"/>
          <w:sz w:val="20"/>
          <w:szCs w:val="20"/>
        </w:rPr>
        <w:t>rejstříku vedeném Krajským soudem v Ústí nad Labem, pod spisovou značkou B 1550.</w:t>
      </w:r>
    </w:p>
    <w:p w14:paraId="34D642DF" w14:textId="77777777" w:rsidR="00423116" w:rsidRDefault="00622DA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Zastoupená: MUDr. Petrem Malým, MBA, generálním ředitelem</w:t>
      </w:r>
    </w:p>
    <w:p w14:paraId="1AD03BA2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18C686E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28F0EBD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5354D25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8DD27CE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74CFFDA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00004E5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BC88F99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839A239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111CAE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9860CFD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6AD0E37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0738AE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8167035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DB8AFB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46F7DF9" w14:textId="77777777" w:rsidR="00423116" w:rsidRDefault="0042311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4409B8B" w14:textId="77777777" w:rsidR="00423116" w:rsidRDefault="00622DAC">
      <w:p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Identifikační údaje zadavatele</w:t>
      </w:r>
    </w:p>
    <w:p w14:paraId="3D9BCE0E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Název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Krajská zdravotní, a.s.</w:t>
      </w:r>
    </w:p>
    <w:p w14:paraId="1D3CCF85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ve smyslu </w:t>
      </w:r>
      <w:r>
        <w:rPr>
          <w:rFonts w:ascii="Arial" w:hAnsi="Arial" w:cs="Arial"/>
          <w:bCs/>
          <w:sz w:val="20"/>
          <w:szCs w:val="20"/>
        </w:rPr>
        <w:t>ZZVZ: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jiná právnická osoba, dle § 4 odst. 1 písm. e)</w:t>
      </w:r>
    </w:p>
    <w:p w14:paraId="40F1F264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Právní forma: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akciová společnost</w:t>
      </w:r>
    </w:p>
    <w:p w14:paraId="1CECAE56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IČO: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25488627</w:t>
      </w:r>
    </w:p>
    <w:p w14:paraId="3EE8E213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DIČ: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CZ25488627</w:t>
      </w:r>
    </w:p>
    <w:p w14:paraId="0735BBA9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Sídlo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Sociální péče 3316/12A, 400 11 Ústí nad Labem</w:t>
      </w:r>
    </w:p>
    <w:p w14:paraId="336D042F" w14:textId="77777777" w:rsidR="00423116" w:rsidRDefault="00622DAC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oprávněná jednat: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MUDr. Petr Malý, MBA, gen</w:t>
      </w:r>
      <w:r>
        <w:rPr>
          <w:rFonts w:ascii="Arial" w:hAnsi="Arial" w:cs="Arial"/>
          <w:bCs/>
          <w:sz w:val="20"/>
          <w:szCs w:val="20"/>
        </w:rPr>
        <w:t>erální ředitel</w:t>
      </w:r>
    </w:p>
    <w:p w14:paraId="784644FB" w14:textId="77777777" w:rsidR="00423116" w:rsidRDefault="00622DAC">
      <w:pPr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Kontaktní osoba ve věcech soutěže: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highlight w:val="yellow"/>
        </w:rPr>
        <w:t>Monika Ondová</w:t>
      </w:r>
    </w:p>
    <w:p w14:paraId="3AD13D15" w14:textId="77777777" w:rsidR="00423116" w:rsidRDefault="00622DAC">
      <w:pPr>
        <w:ind w:left="4248" w:firstLine="708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tel: + 420 477117959</w:t>
      </w:r>
    </w:p>
    <w:p w14:paraId="082117B0" w14:textId="77777777" w:rsidR="00423116" w:rsidRDefault="00622DAC">
      <w:pPr>
        <w:ind w:left="4248" w:firstLine="708"/>
        <w:jc w:val="both"/>
        <w:outlineLvl w:val="0"/>
        <w:rPr>
          <w:rStyle w:val="Hypertextovodkaz"/>
          <w:rFonts w:ascii="Arial" w:hAnsi="Arial" w:cs="Arial"/>
          <w:color w:val="auto"/>
          <w:sz w:val="20"/>
          <w:szCs w:val="20"/>
          <w:highlight w:val="yellow"/>
          <w:u w:val="none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  <w:highlight w:val="yellow"/>
          </w:rPr>
          <w:t>monika.ondova@kzcr.eu</w:t>
        </w:r>
      </w:hyperlink>
    </w:p>
    <w:p w14:paraId="7896723B" w14:textId="77777777" w:rsidR="00423116" w:rsidRDefault="00622DAC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Informace o veřejné zakázce</w:t>
      </w:r>
    </w:p>
    <w:p w14:paraId="3EA94396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7E929898" w14:textId="77777777" w:rsidR="00423116" w:rsidRDefault="00622DAC">
      <w:pPr>
        <w:keepNext/>
        <w:tabs>
          <w:tab w:val="left" w:pos="3544"/>
        </w:tabs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Druh veřejné zakázky: </w:t>
      </w:r>
    </w:p>
    <w:p w14:paraId="58F50DE2" w14:textId="77777777" w:rsidR="00423116" w:rsidRDefault="00622DAC">
      <w:pPr>
        <w:keepNext/>
        <w:numPr>
          <w:ilvl w:val="0"/>
          <w:numId w:val="3"/>
        </w:num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na dodávky</w:t>
      </w:r>
    </w:p>
    <w:p w14:paraId="4C226AF2" w14:textId="77777777" w:rsidR="00423116" w:rsidRDefault="004231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5F6DA991" w14:textId="77777777" w:rsidR="00423116" w:rsidRDefault="00423116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0D0F0FD9" w14:textId="77777777" w:rsidR="00423116" w:rsidRDefault="00622DAC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Vymezení </w:t>
      </w:r>
      <w:r>
        <w:rPr>
          <w:rFonts w:ascii="Arial" w:hAnsi="Arial" w:cs="Arial"/>
          <w:b/>
          <w:bCs/>
          <w:sz w:val="20"/>
          <w:szCs w:val="20"/>
        </w:rPr>
        <w:t>plnění veřejné zakázky</w:t>
      </w:r>
    </w:p>
    <w:p w14:paraId="15DFA817" w14:textId="77777777" w:rsidR="00423116" w:rsidRDefault="00622DAC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4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Účel veřejné zakázky</w:t>
      </w:r>
    </w:p>
    <w:p w14:paraId="40402CEF" w14:textId="77777777" w:rsidR="00423116" w:rsidRDefault="00622DAC">
      <w:pPr>
        <w:tabs>
          <w:tab w:val="left" w:pos="284"/>
        </w:tabs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Účelem této veřejné zakázky je vybavení pracovišť zdravotnického zařízení Krajské zdravotní, a.s., zdravotnickými prostředky, a tím přispět ke zlepšení kvality zdravotní péče o pacienty v Krajské zdravotní, a. s.</w:t>
      </w:r>
    </w:p>
    <w:p w14:paraId="79089799" w14:textId="77777777" w:rsidR="00423116" w:rsidRDefault="00622DAC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42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Předmět veřejné zakázky</w:t>
      </w:r>
    </w:p>
    <w:p w14:paraId="59ACD36C" w14:textId="77777777" w:rsidR="00423116" w:rsidRDefault="00622DAC">
      <w:pPr>
        <w:tabs>
          <w:tab w:val="left" w:pos="284"/>
        </w:tabs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Předmětem této veřejné zakázky je dodání nových zdravotnických prostředků, a to ……………… pro potřeby ……………… oddělení, Krajské zdravotní, a.s. – Nemocnice ………………, </w:t>
      </w:r>
      <w:r>
        <w:rPr>
          <w:rFonts w:ascii="Arial" w:hAnsi="Arial" w:cs="Arial"/>
          <w:sz w:val="20"/>
          <w:szCs w:val="20"/>
          <w:highlight w:val="yellow"/>
        </w:rPr>
        <w:t>spolu s odpovídajícím příslušenstvím a zajištění průběžných dodávek váz</w:t>
      </w:r>
      <w:r>
        <w:rPr>
          <w:rFonts w:ascii="Arial" w:hAnsi="Arial" w:cs="Arial"/>
          <w:sz w:val="20"/>
          <w:szCs w:val="20"/>
          <w:highlight w:val="yellow"/>
        </w:rPr>
        <w:t>aného spotřebního materiálu k těmto zdravotnickým prostředkům</w:t>
      </w:r>
      <w:r>
        <w:rPr>
          <w:rFonts w:ascii="Arial" w:hAnsi="Arial" w:cs="Arial"/>
          <w:sz w:val="20"/>
          <w:szCs w:val="20"/>
        </w:rPr>
        <w:t>, včetně:</w:t>
      </w:r>
    </w:p>
    <w:p w14:paraId="5637C667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realizace stavební připravenosti v souladu se zadávací dokumentací včetně jejich příloh,</w:t>
      </w:r>
    </w:p>
    <w:p w14:paraId="34C33409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doprava zboží do místa plnění,</w:t>
      </w:r>
    </w:p>
    <w:p w14:paraId="3FB01636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jeho montáže, instalace a uvedení do provozu včetně ověření jeho </w:t>
      </w:r>
      <w:r>
        <w:rPr>
          <w:rFonts w:ascii="Arial" w:hAnsi="Arial" w:cs="Arial"/>
          <w:sz w:val="20"/>
          <w:szCs w:val="20"/>
        </w:rPr>
        <w:t>funkčnosti,</w:t>
      </w:r>
    </w:p>
    <w:p w14:paraId="6150E065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všech přejímacích a provozních testů a zkoušek dle platné legislativy a provedení příslušných revizí,</w:t>
      </w:r>
    </w:p>
    <w:p w14:paraId="76BD672B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ověření deklarovaných technických parametrů nabízeného přístroje dle technické specifikace, </w:t>
      </w:r>
    </w:p>
    <w:p w14:paraId="5B2BCCB6" w14:textId="77777777" w:rsidR="00622DAC" w:rsidRPr="003129CD" w:rsidRDefault="00622DAC" w:rsidP="00622DA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129CD">
        <w:rPr>
          <w:rFonts w:ascii="Arial" w:hAnsi="Arial" w:cs="Arial"/>
          <w:sz w:val="20"/>
          <w:szCs w:val="20"/>
        </w:rPr>
        <w:t>instruktáž zdravotnických pracovníků a pracovníka odboru obslužných klinických činností zadavatele (dle § 41 odst. 2 zákona č. 375/2022 Sb., o zdravotnických prostředcích a diagnostických zdravotnických prostředcích in vitro, ve znění pozdějších předpisů (dále i jako „zákon o zdravotnických prostředcích“), pokud se jedná o zdravotnický prostředek), včetně vystavení protokolu o instruktáži. Pokud výrobce zdravotnického prostředku nestanovil povinnost instruktáže osoby používající nebo obsluhující daný zdravotnický prostředek v návodu k použití tohoto zdravotnického prostředku, vybraný dodavatel seznámí zdravotnické pracovníky a pracovníka odboru obslužných klinických činnosti zadavatele s návodem k použití zdravotnického prostředku a seznámí je s riziky spojenými s jeho používáním; o seznámení dle předchozí věty vystaví vybraný dodavatel protokol,</w:t>
      </w:r>
    </w:p>
    <w:p w14:paraId="3A595821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 všech příslušných dokladů, </w:t>
      </w:r>
    </w:p>
    <w:p w14:paraId="1096C70D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záručního servis za podmínek uvedených v obligatorních návrzích smlouvy,</w:t>
      </w:r>
    </w:p>
    <w:p w14:paraId="035F0821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pozáručního servisu na </w:t>
      </w:r>
      <w:r>
        <w:rPr>
          <w:rFonts w:ascii="Arial" w:hAnsi="Arial" w:cs="Arial"/>
          <w:sz w:val="20"/>
          <w:szCs w:val="20"/>
          <w:highlight w:val="yellow"/>
        </w:rPr>
        <w:t>XX měsíců</w:t>
      </w:r>
      <w:r>
        <w:rPr>
          <w:rFonts w:ascii="Arial" w:hAnsi="Arial" w:cs="Arial"/>
          <w:sz w:val="20"/>
          <w:szCs w:val="20"/>
        </w:rPr>
        <w:t xml:space="preserve"> za podmínek uvedených v obligatorním návrhu smlouvy,</w:t>
      </w:r>
    </w:p>
    <w:p w14:paraId="6FC79B9F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demon</w:t>
      </w:r>
      <w:r>
        <w:rPr>
          <w:rFonts w:ascii="Arial" w:hAnsi="Arial" w:cs="Arial"/>
          <w:sz w:val="20"/>
          <w:szCs w:val="20"/>
          <w:highlight w:val="yellow"/>
        </w:rPr>
        <w:t>táž stávajícího přístroje.</w:t>
      </w:r>
    </w:p>
    <w:p w14:paraId="57AA2775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ekologická likvidace stávajícího přístroje,</w:t>
      </w:r>
    </w:p>
    <w:p w14:paraId="35B8A7B8" w14:textId="77777777" w:rsidR="00423116" w:rsidRDefault="00622DA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obalového materiálu.</w:t>
      </w:r>
    </w:p>
    <w:p w14:paraId="08070D1F" w14:textId="77777777" w:rsidR="00423116" w:rsidRDefault="00423116">
      <w:p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</w:p>
    <w:p w14:paraId="118F187C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Podrobná specifikace předmětu plnění dle jednotlivých částí veřejné zakázky je uvedena a blíže specifikována v 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– Technická specifikace, této zadávací dokumentace. Předmět plnění jednotlivých částí veřejné zakázky musí splňovat požadavky na charakter a vlastnosti uvedené v 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této zadávací dokumentace.</w:t>
      </w:r>
    </w:p>
    <w:p w14:paraId="39AB05B2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71063D6D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Konkrétní požadavky na dodání předmětu plněn</w:t>
      </w:r>
      <w:r>
        <w:rPr>
          <w:rFonts w:ascii="Arial" w:hAnsi="Arial" w:cs="Arial"/>
          <w:sz w:val="20"/>
          <w:szCs w:val="20"/>
        </w:rPr>
        <w:t>í jsou upřesněny v obligatorních návrzích smluv.</w:t>
      </w:r>
    </w:p>
    <w:p w14:paraId="176F6E8B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28F08C5C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Pro účely zpracování cenové nabídky je/jsou součástí zadávací dokumentace přílohy/a č. </w:t>
      </w:r>
      <w:r>
        <w:rPr>
          <w:rFonts w:ascii="Arial" w:hAnsi="Arial" w:cs="Arial"/>
          <w:sz w:val="20"/>
          <w:szCs w:val="20"/>
          <w:highlight w:val="green"/>
        </w:rPr>
        <w:t>6a a 6b – Podklad pro stanovení nabídkové ceny</w:t>
      </w:r>
      <w:r>
        <w:rPr>
          <w:rFonts w:ascii="Arial" w:hAnsi="Arial" w:cs="Arial"/>
          <w:sz w:val="20"/>
          <w:szCs w:val="20"/>
          <w:highlight w:val="yellow"/>
        </w:rPr>
        <w:t xml:space="preserve">, kde je uvedeno předpokládané množství spotřebního materiálu, které </w:t>
      </w:r>
      <w:r>
        <w:rPr>
          <w:rFonts w:ascii="Arial" w:hAnsi="Arial" w:cs="Arial"/>
          <w:sz w:val="20"/>
          <w:szCs w:val="20"/>
          <w:highlight w:val="yellow"/>
        </w:rPr>
        <w:t xml:space="preserve">zadavatel předpokládá odebrat na základě rámcové dohody. Uvedené množství spotřebního materiálu je pouze orientační a při jeho stanovení vycházel zadavatel z předpokládaného počtu vyšetření odvozených z počtu za uplynulé roky. Zadavatel si vyhrazuje právo </w:t>
      </w:r>
      <w:r>
        <w:rPr>
          <w:rFonts w:ascii="Arial" w:hAnsi="Arial" w:cs="Arial"/>
          <w:sz w:val="20"/>
          <w:szCs w:val="20"/>
          <w:highlight w:val="yellow"/>
        </w:rPr>
        <w:t>neodebrat uvedené předpokládané množství jednotlivých položek spotřebního materiálu, a to bez jakékoli sankce vůči němu uplatněné. Jednotlivé objednávky položek spotřebního materiálu budou vystavovány na základě aktuálních potřeb zadavatele.</w:t>
      </w:r>
    </w:p>
    <w:p w14:paraId="2F45724D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163EB563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není uv</w:t>
      </w:r>
      <w:r>
        <w:rPr>
          <w:rFonts w:ascii="Arial" w:hAnsi="Arial" w:cs="Arial"/>
          <w:sz w:val="20"/>
          <w:szCs w:val="20"/>
        </w:rPr>
        <w:t xml:space="preserve">edeno v technické specifikaci jinak (např. uvedením požadavku na minimální nebo maximální hodnoty nebo parametry), je v případě uvedení podrobných technických parametrů akceptován toleranční rozsah ± 10%. </w:t>
      </w:r>
    </w:p>
    <w:p w14:paraId="7EC16064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5B9BDCD4" w14:textId="77777777" w:rsidR="00423116" w:rsidRDefault="00622DAC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V případě zdravotnického prostředku </w:t>
      </w:r>
      <w:r>
        <w:rPr>
          <w:rFonts w:ascii="Arial" w:hAnsi="Arial" w:cs="Arial"/>
          <w:sz w:val="20"/>
          <w:szCs w:val="20"/>
          <w:lang w:eastAsia="ar-SA"/>
        </w:rPr>
        <w:t>zadavatel pož</w:t>
      </w:r>
      <w:r>
        <w:rPr>
          <w:rFonts w:ascii="Arial" w:hAnsi="Arial" w:cs="Arial"/>
          <w:sz w:val="20"/>
          <w:szCs w:val="20"/>
          <w:lang w:eastAsia="ar-SA"/>
        </w:rPr>
        <w:t>aduje společně s nabídkou předložení dokladu prokazujícího shodu požadovaného výrobku (prostá kopie v českém jazyce) dle zákona o zdravotnických prostředcích a Nařízení Evropského parlamentu a Rady (EU) 2017/745 ze dne 5. dubna 2017, o zdravotnických prost</w:t>
      </w:r>
      <w:r>
        <w:rPr>
          <w:rFonts w:ascii="Arial" w:hAnsi="Arial" w:cs="Arial"/>
          <w:sz w:val="20"/>
          <w:szCs w:val="20"/>
          <w:lang w:eastAsia="ar-SA"/>
        </w:rPr>
        <w:t>ředcích, změně směrnice 2001/83/ES, nařízení (ES) č. 178/2002 a nařízení (ES) č. 1223/2009 a o zrušení směrnic Rady 90/385/EHS a 93/42/EHS a Nařízení Evropského parlamentu a Rady (EU) 2017/746 ze dne 5. dubna 2017 o diagnostických zdravotnických prostředcí</w:t>
      </w:r>
      <w:r>
        <w:rPr>
          <w:rFonts w:ascii="Arial" w:hAnsi="Arial" w:cs="Arial"/>
          <w:sz w:val="20"/>
          <w:szCs w:val="20"/>
          <w:lang w:eastAsia="ar-SA"/>
        </w:rPr>
        <w:t>ch in vitro a o zrušení směrnice 98/79/ES a rozhodnutí Komise 2010/227/EU.</w:t>
      </w:r>
    </w:p>
    <w:p w14:paraId="05739EA4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3F99A317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smyslu ZZVZ zadavatel vycházel při přípravě tohoto zadávacího řízení, kromě jiného, </w:t>
      </w:r>
      <w:r>
        <w:rPr>
          <w:rFonts w:ascii="Arial" w:hAnsi="Arial" w:cs="Arial"/>
          <w:sz w:val="20"/>
          <w:szCs w:val="20"/>
        </w:rPr>
        <w:br/>
        <w:t>i z obecných principů zaměřených na sociálně a environmentálně odpovědné zadávaní a inovace.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41274F6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sociálně odpovědného zadávání zadavatel požaduje, a to vzhledem k povaze a smyslu veřejné zakázky, aby dodavatel zajistil po celou dobu plnění veřejné zakázky:</w:t>
      </w:r>
    </w:p>
    <w:p w14:paraId="531DBF68" w14:textId="77777777" w:rsidR="00423116" w:rsidRDefault="00622DAC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plnění povinností vyplývajících z právních předpisů České republiky, zejména pak z p</w:t>
      </w:r>
      <w:r>
        <w:rPr>
          <w:rFonts w:ascii="Arial" w:hAnsi="Arial" w:cs="Arial"/>
          <w:sz w:val="20"/>
          <w:szCs w:val="20"/>
        </w:rPr>
        <w:t>ředpisů pracovněprávních se zaměřením na vytvoření důstojných pracovních podmínek, plnění povinností ve vztahu k odměňování zaměstnanců, dodržování délky pracovní doby, odpočinku, dále plnění povinností vyplývajících z právních předpisů z oblasti zaměstnan</w:t>
      </w:r>
      <w:r>
        <w:rPr>
          <w:rFonts w:ascii="Arial" w:hAnsi="Arial" w:cs="Arial"/>
          <w:sz w:val="20"/>
          <w:szCs w:val="20"/>
        </w:rPr>
        <w:t>osti, bezpečnosti a ochrany zdraví při práci, a to vůči všem osobám podílejícím se na plnění smlouvy; zadavatel požaduje, aby dodavatel zajistil plnění těchto povinností i u všech svých poddodavatelů, kteří se budou podílet na plnění této smlouvy,</w:t>
      </w:r>
    </w:p>
    <w:p w14:paraId="3744E1E8" w14:textId="77777777" w:rsidR="00423116" w:rsidRDefault="00622DAC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férové d</w:t>
      </w:r>
      <w:r>
        <w:rPr>
          <w:rFonts w:ascii="Arial" w:hAnsi="Arial" w:cs="Arial"/>
          <w:sz w:val="20"/>
          <w:szCs w:val="20"/>
        </w:rPr>
        <w:t>odavatelské vztahy se svými poddodavateli spočívající zejména v řádném a včasném plnění finančních závazků vůči svým poddodavatelům.</w:t>
      </w:r>
    </w:p>
    <w:p w14:paraId="689B550D" w14:textId="77777777" w:rsidR="00423116" w:rsidRDefault="00622DAC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environmentálně odpovědného zadávání zadavatel požaduje, a to vzhledem k povaze a smyslu veřejné zakázky, aby dod</w:t>
      </w:r>
      <w:r>
        <w:rPr>
          <w:rFonts w:ascii="Arial" w:hAnsi="Arial" w:cs="Arial"/>
          <w:sz w:val="20"/>
          <w:szCs w:val="20"/>
        </w:rPr>
        <w:t xml:space="preserve">avatel v rámci svých možností zvolil ekologicky šetrná řešení při plnění veřejné zakázky, která budou vést k eliminaci dopadů na životní prostředí, např.: </w:t>
      </w:r>
    </w:p>
    <w:p w14:paraId="2A1AB069" w14:textId="77777777" w:rsidR="00423116" w:rsidRDefault="00622DAC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snížením spotřeby elektrické energie,</w:t>
      </w:r>
    </w:p>
    <w:p w14:paraId="5CEE7A12" w14:textId="77777777" w:rsidR="00423116" w:rsidRDefault="00622DAC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zohledněním životního cyklu; v rámci toho zadavatel požaduje p</w:t>
      </w:r>
      <w:r>
        <w:rPr>
          <w:rFonts w:ascii="Arial" w:hAnsi="Arial" w:cs="Arial"/>
          <w:sz w:val="20"/>
          <w:szCs w:val="20"/>
        </w:rPr>
        <w:t>o dodavateli zajištění náhradních dílu po dobu životnosti předmětu plnění,</w:t>
      </w:r>
    </w:p>
    <w:p w14:paraId="43CDDAC8" w14:textId="77777777" w:rsidR="00423116" w:rsidRDefault="00622DAC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používáním a dodáváním zařízení bez škodlivých látek.</w:t>
      </w:r>
    </w:p>
    <w:p w14:paraId="4B4F071E" w14:textId="77777777" w:rsidR="00423116" w:rsidRDefault="00622DAC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zadávání této veřejné zakázky zadavatel rovněž posoudil a zohlednil možnosti použití inovací a dospěl k závěru, že v případ</w:t>
      </w:r>
      <w:r>
        <w:rPr>
          <w:rFonts w:ascii="Arial" w:hAnsi="Arial" w:cs="Arial"/>
          <w:sz w:val="20"/>
          <w:szCs w:val="20"/>
        </w:rPr>
        <w:t xml:space="preserve">ě této veřejné zakázky je dodávka předmětu veřejné zakázky specifikována s ohledem na zcela konkrétní potřeby zadavatele a zadavateli není známo žádné inovativní řešení, které by bylo možné v rámci zadávacích podmínek uplatnit.  </w:t>
      </w:r>
    </w:p>
    <w:p w14:paraId="31D0E949" w14:textId="77777777" w:rsidR="00423116" w:rsidRDefault="00423116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369251C3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dodávky, zařízení</w:t>
      </w:r>
      <w:r>
        <w:rPr>
          <w:rFonts w:ascii="Arial" w:hAnsi="Arial" w:cs="Arial"/>
          <w:sz w:val="20"/>
          <w:szCs w:val="20"/>
        </w:rPr>
        <w:t>, vybavení a instalace nabízené dodavatelem musí splňovat platné české příp. evropské normy a právní předpisy.</w:t>
      </w:r>
    </w:p>
    <w:p w14:paraId="2657812E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hodnota veřejné zakázky</w:t>
      </w:r>
    </w:p>
    <w:p w14:paraId="0603854D" w14:textId="77777777" w:rsidR="00423116" w:rsidRDefault="00622DA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veřejné zakázky na předmět plnění včetně všech souvisejících nákladů činí ……………… </w:t>
      </w:r>
      <w:r>
        <w:rPr>
          <w:rFonts w:ascii="Arial" w:hAnsi="Arial" w:cs="Arial"/>
          <w:b/>
          <w:color w:val="000000"/>
          <w:sz w:val="20"/>
          <w:szCs w:val="20"/>
        </w:rPr>
        <w:t>Kč</w:t>
      </w:r>
      <w:r>
        <w:rPr>
          <w:rFonts w:ascii="Arial" w:hAnsi="Arial" w:cs="Arial"/>
          <w:b/>
          <w:sz w:val="20"/>
          <w:szCs w:val="20"/>
        </w:rPr>
        <w:t xml:space="preserve"> b</w:t>
      </w:r>
      <w:r>
        <w:rPr>
          <w:rFonts w:ascii="Arial" w:hAnsi="Arial" w:cs="Arial"/>
          <w:b/>
          <w:sz w:val="20"/>
          <w:szCs w:val="20"/>
        </w:rPr>
        <w:t>ez DPH.</w:t>
      </w:r>
    </w:p>
    <w:p w14:paraId="501D884E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1802EE0F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je rozdělena na části ve smyslu ustanovení § 101 ZZVZ v následující struktuře a s níže uvedenými předpokládanými hodnotami jednotlivých částí:</w:t>
      </w:r>
    </w:p>
    <w:p w14:paraId="43736122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2835"/>
        <w:gridCol w:w="3402"/>
        <w:gridCol w:w="2268"/>
      </w:tblGrid>
      <w:tr w:rsidR="00423116" w14:paraId="24CCF626" w14:textId="77777777">
        <w:trPr>
          <w:trHeight w:val="454"/>
        </w:trPr>
        <w:tc>
          <w:tcPr>
            <w:tcW w:w="1413" w:type="dxa"/>
            <w:shd w:val="clear" w:color="auto" w:fill="CCEDFF" w:themeFill="text2" w:themeFillTint="33"/>
            <w:noWrap/>
            <w:vAlign w:val="center"/>
            <w:hideMark/>
          </w:tcPr>
          <w:p w14:paraId="3C622B38" w14:textId="77777777" w:rsidR="00423116" w:rsidRDefault="00622DA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2835" w:type="dxa"/>
            <w:shd w:val="clear" w:color="auto" w:fill="CCEDFF" w:themeFill="text2" w:themeFillTint="33"/>
            <w:noWrap/>
            <w:vAlign w:val="center"/>
            <w:hideMark/>
          </w:tcPr>
          <w:p w14:paraId="1D20E354" w14:textId="77777777" w:rsidR="00423116" w:rsidRDefault="00622DA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název části</w:t>
            </w:r>
          </w:p>
        </w:tc>
        <w:tc>
          <w:tcPr>
            <w:tcW w:w="3402" w:type="dxa"/>
            <w:shd w:val="clear" w:color="auto" w:fill="CCEDFF" w:themeFill="text2" w:themeFillTint="33"/>
            <w:vAlign w:val="center"/>
          </w:tcPr>
          <w:p w14:paraId="11BDDB25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specifikace části</w:t>
            </w:r>
          </w:p>
        </w:tc>
        <w:tc>
          <w:tcPr>
            <w:tcW w:w="2268" w:type="dxa"/>
            <w:shd w:val="clear" w:color="auto" w:fill="CCEDFF" w:themeFill="text2" w:themeFillTint="33"/>
            <w:vAlign w:val="center"/>
            <w:hideMark/>
          </w:tcPr>
          <w:p w14:paraId="3B8CD4D0" w14:textId="77777777" w:rsidR="00423116" w:rsidRDefault="00622DA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v Kč bez DPH</w:t>
            </w:r>
          </w:p>
        </w:tc>
      </w:tr>
      <w:tr w:rsidR="00423116" w14:paraId="5E710247" w14:textId="77777777">
        <w:trPr>
          <w:trHeight w:val="315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60BC753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část 1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CEAABD8" w14:textId="77777777" w:rsidR="00423116" w:rsidRDefault="00622D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1CF5E81" w14:textId="77777777" w:rsidR="00423116" w:rsidRDefault="00622DA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0B693709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--,00 Kč</w:t>
            </w:r>
          </w:p>
        </w:tc>
      </w:tr>
      <w:tr w:rsidR="00423116" w14:paraId="0C2AF4F3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30713C7F" w14:textId="77777777" w:rsidR="00423116" w:rsidRDefault="004231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032A8F1C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2C0D6C7" w14:textId="77777777" w:rsidR="00423116" w:rsidRDefault="00622DA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 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0AFC4D37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--,00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423116" w14:paraId="4DB78639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6703CA11" w14:textId="77777777" w:rsidR="00423116" w:rsidRDefault="004231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176BEC6F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25A1446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Spotřební materiál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74C892E0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--,00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423116" w14:paraId="6C98DF6C" w14:textId="77777777">
        <w:trPr>
          <w:trHeight w:val="315"/>
        </w:trPr>
        <w:tc>
          <w:tcPr>
            <w:tcW w:w="1413" w:type="dxa"/>
            <w:shd w:val="clear" w:color="auto" w:fill="FFFFFF" w:themeFill="background1"/>
            <w:noWrap/>
            <w:vAlign w:val="center"/>
          </w:tcPr>
          <w:p w14:paraId="14A51373" w14:textId="77777777" w:rsidR="00423116" w:rsidRDefault="00622D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celkem část 1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center"/>
          </w:tcPr>
          <w:p w14:paraId="1BE7D4FB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7E26F7C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34DBBAC5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--,00 Kč</w:t>
            </w:r>
          </w:p>
        </w:tc>
      </w:tr>
      <w:tr w:rsidR="00423116" w14:paraId="5BA5B925" w14:textId="77777777">
        <w:trPr>
          <w:trHeight w:val="315"/>
        </w:trPr>
        <w:tc>
          <w:tcPr>
            <w:tcW w:w="1413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FC0137E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část 2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6B899EC" w14:textId="77777777" w:rsidR="00423116" w:rsidRDefault="00622D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2F5C1B6" w14:textId="77777777" w:rsidR="00423116" w:rsidRDefault="00622DA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191527D4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--,00 Kč</w:t>
            </w:r>
          </w:p>
        </w:tc>
      </w:tr>
      <w:tr w:rsidR="00423116" w14:paraId="0F674B67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7FBCA511" w14:textId="77777777" w:rsidR="00423116" w:rsidRDefault="004231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03157B36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A2467CF" w14:textId="77777777" w:rsidR="00423116" w:rsidRDefault="00622DA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11AF5BF4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--,00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423116" w14:paraId="7C4FE45B" w14:textId="77777777">
        <w:trPr>
          <w:trHeight w:val="315"/>
        </w:trPr>
        <w:tc>
          <w:tcPr>
            <w:tcW w:w="1413" w:type="dxa"/>
            <w:vMerge/>
            <w:shd w:val="clear" w:color="auto" w:fill="FFFFFF" w:themeFill="background1"/>
            <w:noWrap/>
            <w:vAlign w:val="center"/>
          </w:tcPr>
          <w:p w14:paraId="08C464E5" w14:textId="77777777" w:rsidR="00423116" w:rsidRDefault="004231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noWrap/>
            <w:vAlign w:val="center"/>
          </w:tcPr>
          <w:p w14:paraId="715F5AB0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227064C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Spotřební materiál na dobu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xx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měsíců 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5E299542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--,00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Kč</w:t>
            </w:r>
          </w:p>
        </w:tc>
      </w:tr>
      <w:tr w:rsidR="00423116" w14:paraId="0B8C0F93" w14:textId="77777777">
        <w:trPr>
          <w:trHeight w:val="315"/>
        </w:trPr>
        <w:tc>
          <w:tcPr>
            <w:tcW w:w="1413" w:type="dxa"/>
            <w:shd w:val="clear" w:color="auto" w:fill="FFFFFF" w:themeFill="background1"/>
            <w:noWrap/>
            <w:vAlign w:val="center"/>
          </w:tcPr>
          <w:p w14:paraId="1FF88008" w14:textId="77777777" w:rsidR="00423116" w:rsidRDefault="00622DA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celkem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část 2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center"/>
          </w:tcPr>
          <w:p w14:paraId="1B5467E2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0220CB1" w14:textId="77777777" w:rsidR="00423116" w:rsidRDefault="00423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054D8FA3" w14:textId="77777777" w:rsidR="00423116" w:rsidRDefault="00622DA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--,00 Kč</w:t>
            </w:r>
          </w:p>
        </w:tc>
      </w:tr>
    </w:tbl>
    <w:p w14:paraId="173E2617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  <w:bookmarkStart w:id="1" w:name="_Toc365531845"/>
      <w:bookmarkStart w:id="2" w:name="_Toc371919913"/>
    </w:p>
    <w:p w14:paraId="4647EFDC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Dodavatelé mohou podávat nabídku na všechny části veřejné zakázky nebo jen na některé části veřejné zakázky. Zadavatel uzavře pro každou část této veřejné zakázky kupní smlouvu a rámcovou dohodu o nákupu vázaného spotřebního materiálu s</w:t>
      </w:r>
      <w:r>
        <w:rPr>
          <w:rFonts w:ascii="Arial" w:hAnsi="Arial" w:cs="Arial"/>
          <w:sz w:val="20"/>
          <w:szCs w:val="20"/>
        </w:rPr>
        <w:t xml:space="preserve"> jedním vybraným dodavatelem.</w:t>
      </w:r>
    </w:p>
    <w:p w14:paraId="50C9AAE8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může podat nabídku pouze v celém rozsahu jednotlivých částí veřejné zakázky dle zadávacích podmínek.</w:t>
      </w:r>
    </w:p>
    <w:p w14:paraId="63AE53E8" w14:textId="77777777" w:rsidR="00423116" w:rsidRDefault="00622DAC">
      <w:pPr>
        <w:keepNext/>
        <w:numPr>
          <w:ilvl w:val="1"/>
          <w:numId w:val="1"/>
        </w:numPr>
        <w:tabs>
          <w:tab w:val="left" w:pos="284"/>
        </w:tabs>
        <w:spacing w:before="240" w:after="24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Klasifikace předmětu veřejné zakázky</w:t>
      </w:r>
      <w:bookmarkEnd w:id="1"/>
      <w:bookmarkEnd w:id="2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="00423116" w14:paraId="17A34328" w14:textId="77777777">
        <w:trPr>
          <w:trHeight w:val="454"/>
        </w:trPr>
        <w:tc>
          <w:tcPr>
            <w:tcW w:w="6658" w:type="dxa"/>
            <w:shd w:val="clear" w:color="auto" w:fill="CCEDFF" w:themeFill="text2" w:themeFillTint="33"/>
            <w:noWrap/>
            <w:vAlign w:val="center"/>
            <w:hideMark/>
          </w:tcPr>
          <w:p w14:paraId="31D5CC04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3260" w:type="dxa"/>
            <w:shd w:val="clear" w:color="auto" w:fill="CCEDFF" w:themeFill="text2" w:themeFillTint="33"/>
            <w:vAlign w:val="center"/>
            <w:hideMark/>
          </w:tcPr>
          <w:p w14:paraId="72007C08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423116" w14:paraId="4A1EABFD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  <w:hideMark/>
          </w:tcPr>
          <w:p w14:paraId="6D541FEF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F59FBD3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423116" w14:paraId="765DBD39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</w:tcPr>
          <w:p w14:paraId="15B8D6B0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Opravy a údržba zdravotnických přístrojů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6F10E63E" w14:textId="77777777" w:rsidR="00423116" w:rsidRDefault="00622D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50421000-2</w:t>
            </w:r>
          </w:p>
        </w:tc>
      </w:tr>
      <w:tr w:rsidR="00423116" w14:paraId="163DACB1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</w:tcPr>
          <w:p w14:paraId="053138B5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Zdravotnický spotřební materiál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4C593B1D" w14:textId="77777777" w:rsidR="00423116" w:rsidRDefault="00622D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33140000-3</w:t>
            </w:r>
          </w:p>
        </w:tc>
      </w:tr>
    </w:tbl>
    <w:p w14:paraId="5716BE04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plnění veřejné zakázky</w:t>
      </w:r>
    </w:p>
    <w:p w14:paraId="1E8496BE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lhůta pro předání předmětu plnění je uvedena v obligatorním návrhu smlouvy a rámcové dohody o nákupu vázaného spotřebního materiálu, (příloha č. </w:t>
      </w:r>
      <w:r>
        <w:rPr>
          <w:rFonts w:ascii="Arial" w:hAnsi="Arial" w:cs="Arial"/>
          <w:sz w:val="20"/>
          <w:szCs w:val="20"/>
          <w:highlight w:val="yellow"/>
        </w:rPr>
        <w:t>4a a 4b</w:t>
      </w:r>
      <w:r>
        <w:rPr>
          <w:rFonts w:ascii="Arial" w:hAnsi="Arial" w:cs="Arial"/>
          <w:sz w:val="20"/>
          <w:szCs w:val="20"/>
        </w:rPr>
        <w:t xml:space="preserve"> této zadávací dokumentace). </w:t>
      </w:r>
    </w:p>
    <w:p w14:paraId="5F97B117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Prohlídka místa budoucího plnění a stavební připravenost</w:t>
      </w:r>
    </w:p>
    <w:p w14:paraId="5971B6CA" w14:textId="77777777" w:rsidR="00423116" w:rsidRDefault="00622DAC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Zadavatel umožňuje dodavatelům v souladu s § 36 a § 97 ZZVZ prohlídku místa budoucího plnění veřejné nadlimitní zakázky v následujících termínech: </w:t>
      </w:r>
    </w:p>
    <w:p w14:paraId="7A7E51C0" w14:textId="77777777" w:rsidR="00423116" w:rsidRDefault="00423116">
      <w:pPr>
        <w:jc w:val="both"/>
        <w:rPr>
          <w:rFonts w:ascii="Arial" w:hAnsi="Arial" w:cs="Arial"/>
          <w:i/>
          <w:iCs/>
          <w:sz w:val="20"/>
          <w:szCs w:val="20"/>
          <w:highlight w:val="yellow"/>
        </w:rPr>
      </w:pPr>
    </w:p>
    <w:tbl>
      <w:tblPr>
        <w:tblW w:w="9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"/>
        <w:gridCol w:w="1404"/>
        <w:gridCol w:w="2378"/>
        <w:gridCol w:w="3210"/>
        <w:gridCol w:w="1827"/>
      </w:tblGrid>
      <w:tr w:rsidR="00423116" w14:paraId="2AB7FD23" w14:textId="77777777">
        <w:trPr>
          <w:jc w:val="center"/>
        </w:trPr>
        <w:tc>
          <w:tcPr>
            <w:tcW w:w="1084" w:type="dxa"/>
            <w:shd w:val="clear" w:color="auto" w:fill="CCEDFF" w:themeFill="text2" w:themeFillTint="33"/>
            <w:vAlign w:val="center"/>
          </w:tcPr>
          <w:p w14:paraId="5B1321F1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prohlídky</w:t>
            </w:r>
          </w:p>
        </w:tc>
        <w:tc>
          <w:tcPr>
            <w:tcW w:w="1404" w:type="dxa"/>
            <w:shd w:val="clear" w:color="auto" w:fill="CCEDFF" w:themeFill="text2" w:themeFillTint="33"/>
            <w:vAlign w:val="center"/>
          </w:tcPr>
          <w:p w14:paraId="080A09AC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Datu</w:t>
            </w:r>
            <w:r>
              <w:rPr>
                <w:rFonts w:ascii="Arial" w:hAnsi="Arial" w:cs="Arial"/>
                <w:b/>
                <w:sz w:val="18"/>
                <w:szCs w:val="18"/>
              </w:rPr>
              <w:t>m a čas</w:t>
            </w:r>
          </w:p>
        </w:tc>
        <w:tc>
          <w:tcPr>
            <w:tcW w:w="2378" w:type="dxa"/>
            <w:shd w:val="clear" w:color="auto" w:fill="CCEDFF" w:themeFill="text2" w:themeFillTint="33"/>
            <w:vAlign w:val="center"/>
          </w:tcPr>
          <w:p w14:paraId="0421CD47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</w:t>
            </w:r>
          </w:p>
        </w:tc>
        <w:tc>
          <w:tcPr>
            <w:tcW w:w="3210" w:type="dxa"/>
            <w:shd w:val="clear" w:color="auto" w:fill="CCEDFF" w:themeFill="text2" w:themeFillTint="33"/>
            <w:vAlign w:val="center"/>
          </w:tcPr>
          <w:p w14:paraId="1FCCBC57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  <w:tc>
          <w:tcPr>
            <w:tcW w:w="1827" w:type="dxa"/>
            <w:shd w:val="clear" w:color="auto" w:fill="CCEDFF" w:themeFill="text2" w:themeFillTint="33"/>
            <w:vAlign w:val="center"/>
          </w:tcPr>
          <w:p w14:paraId="0C621B24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Telefonní číslo</w:t>
            </w:r>
          </w:p>
        </w:tc>
      </w:tr>
      <w:tr w:rsidR="00423116" w14:paraId="335681E0" w14:textId="77777777">
        <w:trPr>
          <w:jc w:val="center"/>
        </w:trPr>
        <w:tc>
          <w:tcPr>
            <w:tcW w:w="1084" w:type="dxa"/>
            <w:shd w:val="clear" w:color="auto" w:fill="auto"/>
            <w:vAlign w:val="center"/>
          </w:tcPr>
          <w:p w14:paraId="6F76DF02" w14:textId="77777777" w:rsidR="00423116" w:rsidRDefault="00622DA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Teplice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E5651E1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14:paraId="108FEBD9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210" w:type="dxa"/>
            <w:shd w:val="clear" w:color="auto" w:fill="auto"/>
            <w:vAlign w:val="center"/>
          </w:tcPr>
          <w:p w14:paraId="7C57A5C4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14:paraId="497F4A69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423116" w14:paraId="0D60943F" w14:textId="77777777">
        <w:trPr>
          <w:jc w:val="center"/>
        </w:trPr>
        <w:tc>
          <w:tcPr>
            <w:tcW w:w="1084" w:type="dxa"/>
            <w:shd w:val="clear" w:color="auto" w:fill="auto"/>
            <w:vAlign w:val="center"/>
          </w:tcPr>
          <w:p w14:paraId="18C13F27" w14:textId="77777777" w:rsidR="00423116" w:rsidRDefault="00622DAC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  <w:highlight w:val="yellow"/>
              </w:rPr>
              <w:t>Litoměřice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8A0674D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378" w:type="dxa"/>
            <w:shd w:val="clear" w:color="auto" w:fill="auto"/>
            <w:vAlign w:val="center"/>
          </w:tcPr>
          <w:p w14:paraId="4CA7CE49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210" w:type="dxa"/>
            <w:shd w:val="clear" w:color="auto" w:fill="auto"/>
            <w:vAlign w:val="center"/>
          </w:tcPr>
          <w:p w14:paraId="5CA1B423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14:paraId="428898F4" w14:textId="77777777" w:rsidR="00423116" w:rsidRDefault="0042311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4D23F2ED" w14:textId="77777777" w:rsidR="00423116" w:rsidRDefault="00423116">
      <w:pPr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772B5738" w14:textId="77777777" w:rsidR="00423116" w:rsidRDefault="00622DAC">
      <w:pPr>
        <w:pStyle w:val="Zhlav"/>
        <w:jc w:val="both"/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  <w:highlight w:val="yellow"/>
        </w:rPr>
        <w:t>Sraz zájemců o prohlídku místa plnění bude:</w:t>
      </w:r>
    </w:p>
    <w:p w14:paraId="54BDF97A" w14:textId="77777777" w:rsidR="00423116" w:rsidRDefault="00423116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189A29" w14:textId="77777777" w:rsidR="00423116" w:rsidRDefault="00622DAC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  <w:highlight w:val="yellow"/>
        </w:rPr>
        <w:t>Teplice:……….</w:t>
      </w:r>
    </w:p>
    <w:p w14:paraId="25DECC65" w14:textId="77777777" w:rsidR="00423116" w:rsidRDefault="00423116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540CB0" w14:textId="77777777" w:rsidR="00423116" w:rsidRDefault="00622DAC">
      <w:pPr>
        <w:pStyle w:val="Zhlav"/>
        <w:jc w:val="both"/>
        <w:rPr>
          <w:rFonts w:ascii="Arial" w:hAnsi="Arial" w:cs="Arial"/>
          <w:snapToGrid w:val="0"/>
          <w:sz w:val="20"/>
          <w:szCs w:val="20"/>
          <w:highlight w:val="yellow"/>
        </w:rPr>
      </w:pPr>
      <w:r>
        <w:rPr>
          <w:rFonts w:ascii="Arial" w:hAnsi="Arial" w:cs="Arial"/>
          <w:snapToGrid w:val="0"/>
          <w:sz w:val="20"/>
          <w:szCs w:val="20"/>
          <w:highlight w:val="yellow"/>
        </w:rPr>
        <w:t>Litoměřice:……..</w:t>
      </w:r>
    </w:p>
    <w:p w14:paraId="0677BF84" w14:textId="77777777" w:rsidR="00423116" w:rsidRDefault="00423116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FADCEE" w14:textId="77777777" w:rsidR="00423116" w:rsidRDefault="00622DAC">
      <w:pPr>
        <w:pStyle w:val="Zhlav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K uskutečnění prohlídky místa plnění je nutné předchozí přihlášení zájemců u kontaktní osoby </w:t>
      </w:r>
      <w:r>
        <w:rPr>
          <w:rFonts w:ascii="Arial" w:hAnsi="Arial" w:cs="Arial"/>
          <w:sz w:val="20"/>
          <w:szCs w:val="20"/>
          <w:highlight w:val="yellow"/>
        </w:rPr>
        <w:t>zadavatele (viz kontaktní údaje), a to dva pracovní dny před uskutečněním prohlídky, avšak nejpozději v 10:00 hod.!</w:t>
      </w:r>
    </w:p>
    <w:p w14:paraId="44FA7638" w14:textId="77777777" w:rsidR="00423116" w:rsidRDefault="00423116">
      <w:pPr>
        <w:pStyle w:val="Zhlav"/>
        <w:jc w:val="both"/>
        <w:rPr>
          <w:rFonts w:ascii="Arial" w:hAnsi="Arial" w:cs="Arial"/>
          <w:b/>
          <w:color w:val="000000"/>
          <w:sz w:val="20"/>
          <w:szCs w:val="20"/>
          <w:highlight w:val="yellow"/>
        </w:rPr>
      </w:pPr>
    </w:p>
    <w:p w14:paraId="5796216D" w14:textId="77777777" w:rsidR="00423116" w:rsidRDefault="00622DAC">
      <w:pPr>
        <w:pStyle w:val="Zhlav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highlight w:val="yellow"/>
        </w:rPr>
        <w:t>Zadavatel upozorňuje, že pokud se žádný zájemce o prohlídku místa budoucího plnění nepřihlásí, tak se prohlídka v daném termínu neuskuteční</w:t>
      </w:r>
      <w:r>
        <w:rPr>
          <w:rFonts w:ascii="Arial" w:hAnsi="Arial" w:cs="Arial"/>
          <w:b/>
          <w:color w:val="000000"/>
          <w:sz w:val="20"/>
          <w:szCs w:val="20"/>
          <w:highlight w:val="yellow"/>
        </w:rPr>
        <w:t>.</w:t>
      </w:r>
    </w:p>
    <w:p w14:paraId="358D3FB2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lastRenderedPageBreak/>
        <w:t>Účel prohlídky místa plnění, dotazy</w:t>
      </w:r>
    </w:p>
    <w:p w14:paraId="06D15520" w14:textId="77777777" w:rsidR="00423116" w:rsidRDefault="00622DAC">
      <w:pPr>
        <w:keepNext/>
        <w:keepLines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Účelem prohlídky místa budoucího plnění je seznámení dodavatelů se stávajícím stavem místa budoucího plnění a s jeho technickým vybavením a provozními parametry tak, aby dodavatel mohl zpracovat a podat svou nabídku </w:t>
      </w:r>
      <w:r>
        <w:rPr>
          <w:rFonts w:ascii="Arial" w:hAnsi="Arial" w:cs="Arial"/>
          <w:sz w:val="20"/>
          <w:szCs w:val="20"/>
          <w:highlight w:val="yellow"/>
        </w:rPr>
        <w:t>vycházejíc z relevantních a úplných informací a podkladů.</w:t>
      </w:r>
    </w:p>
    <w:p w14:paraId="27BB6EB7" w14:textId="77777777" w:rsidR="00423116" w:rsidRDefault="00622DAC">
      <w:pPr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Při prohlídce místa budoucího plnění mohou dodavatelé vznášet dotazy a připomínky, odpovědi na ně však budou mít pouze informativní charakter a nebudou pro zadání veřejné zakázky, jakkoliv závazné. </w:t>
      </w:r>
    </w:p>
    <w:p w14:paraId="5C931DE6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Pokud na základě prohlídky místa budoucího plnění vzniknou nejasnosti nebo dotazy vztahující se k obsahu zadávacích podmínek, je dodavatel oprávněn vznést tento dotaz písemně na zadavatele v souladu s § 98 ZZVZ a pouze písemná odpověď zadavatele má závazn</w:t>
      </w:r>
      <w:r>
        <w:rPr>
          <w:rFonts w:ascii="Arial" w:hAnsi="Arial" w:cs="Arial"/>
          <w:sz w:val="20"/>
          <w:szCs w:val="20"/>
          <w:highlight w:val="yellow"/>
        </w:rPr>
        <w:t>ý charakter.</w:t>
      </w:r>
    </w:p>
    <w:p w14:paraId="12EEDBF8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707983A5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00BC46E2" w14:textId="77777777" w:rsidR="00423116" w:rsidRDefault="00622DAC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Místo plnění veřejné zakázky: </w:t>
      </w:r>
    </w:p>
    <w:p w14:paraId="51F7FBFB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část </w:t>
      </w:r>
      <w:r>
        <w:rPr>
          <w:rFonts w:ascii="Arial" w:hAnsi="Arial" w:cs="Arial"/>
          <w:bCs/>
          <w:sz w:val="20"/>
          <w:szCs w:val="20"/>
          <w:highlight w:val="yellow"/>
        </w:rPr>
        <w:t>1</w:t>
      </w:r>
      <w:r>
        <w:rPr>
          <w:rFonts w:ascii="Arial" w:hAnsi="Arial" w:cs="Arial"/>
          <w:bCs/>
          <w:sz w:val="20"/>
          <w:szCs w:val="20"/>
        </w:rPr>
        <w:t>:</w:t>
      </w:r>
    </w:p>
    <w:p w14:paraId="318AA8A6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Krajská zdravotní, a.s. - </w:t>
      </w:r>
      <w:r>
        <w:rPr>
          <w:rFonts w:ascii="Arial" w:hAnsi="Arial" w:cs="Arial"/>
          <w:sz w:val="20"/>
          <w:szCs w:val="20"/>
        </w:rPr>
        <w:t>………………</w:t>
      </w:r>
    </w:p>
    <w:p w14:paraId="2F74ACCA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 </w:t>
      </w:r>
      <w:r>
        <w:rPr>
          <w:rFonts w:ascii="Arial" w:hAnsi="Arial" w:cs="Arial"/>
          <w:bCs/>
          <w:sz w:val="20"/>
          <w:szCs w:val="20"/>
        </w:rPr>
        <w:t>oddělení</w:t>
      </w:r>
    </w:p>
    <w:p w14:paraId="2A159BF9" w14:textId="77777777" w:rsidR="00423116" w:rsidRDefault="00622D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1A0D6A17" w14:textId="77777777" w:rsidR="00423116" w:rsidRDefault="00622D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0FABA48A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46D3EDBE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 část </w:t>
      </w:r>
      <w:r>
        <w:rPr>
          <w:rFonts w:ascii="Arial" w:hAnsi="Arial" w:cs="Arial"/>
          <w:bCs/>
          <w:sz w:val="20"/>
          <w:szCs w:val="20"/>
          <w:highlight w:val="yellow"/>
        </w:rPr>
        <w:t>2</w:t>
      </w:r>
      <w:r>
        <w:rPr>
          <w:rFonts w:ascii="Arial" w:hAnsi="Arial" w:cs="Arial"/>
          <w:bCs/>
          <w:sz w:val="20"/>
          <w:szCs w:val="20"/>
        </w:rPr>
        <w:t>:</w:t>
      </w:r>
    </w:p>
    <w:p w14:paraId="4B5460EC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Krajská zdravotní, a.s. - </w:t>
      </w:r>
      <w:r>
        <w:rPr>
          <w:rFonts w:ascii="Arial" w:hAnsi="Arial" w:cs="Arial"/>
          <w:sz w:val="20"/>
          <w:szCs w:val="20"/>
        </w:rPr>
        <w:t>………………</w:t>
      </w:r>
    </w:p>
    <w:p w14:paraId="7F1721D6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 </w:t>
      </w:r>
      <w:r>
        <w:rPr>
          <w:rFonts w:ascii="Arial" w:hAnsi="Arial" w:cs="Arial"/>
          <w:bCs/>
          <w:sz w:val="20"/>
          <w:szCs w:val="20"/>
        </w:rPr>
        <w:t>oddělení</w:t>
      </w:r>
    </w:p>
    <w:p w14:paraId="357A025C" w14:textId="77777777" w:rsidR="00423116" w:rsidRDefault="00622D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24B94164" w14:textId="77777777" w:rsidR="00423116" w:rsidRDefault="00622DAC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</w:t>
      </w:r>
    </w:p>
    <w:p w14:paraId="720E551E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2AE45E27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15FCDA8F" w14:textId="77777777" w:rsidR="00423116" w:rsidRDefault="00622DAC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a kritéria hodnocení nabídek</w:t>
      </w:r>
    </w:p>
    <w:p w14:paraId="20595201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souladu </w:t>
      </w:r>
      <w:r>
        <w:rPr>
          <w:rFonts w:ascii="Arial" w:hAnsi="Arial" w:cs="Arial"/>
          <w:sz w:val="20"/>
          <w:szCs w:val="20"/>
        </w:rPr>
        <w:t>s ustanovením § 114 odst. 1 ZZVZ budou v každé části této veřejné zakázky nabídky hodnoceny podle jejich ekonomické výhodnosti. Ekonomická výhodnost bude hodnocena v každé části této veřejné zakázky v souladu s ustanovením § 114 odst. 2 ZZVZ pouze podle ne</w:t>
      </w:r>
      <w:r>
        <w:rPr>
          <w:rFonts w:ascii="Arial" w:hAnsi="Arial" w:cs="Arial"/>
          <w:sz w:val="20"/>
          <w:szCs w:val="20"/>
        </w:rPr>
        <w:t>jnižší nabídkové ceny bez DPH.</w:t>
      </w:r>
    </w:p>
    <w:p w14:paraId="1DABB0BB" w14:textId="77777777" w:rsidR="00423116" w:rsidRDefault="00423116">
      <w:pPr>
        <w:ind w:firstLine="431"/>
        <w:rPr>
          <w:rFonts w:ascii="Arial" w:hAnsi="Arial" w:cs="Arial"/>
          <w:sz w:val="20"/>
          <w:szCs w:val="20"/>
        </w:rPr>
      </w:pPr>
    </w:p>
    <w:p w14:paraId="5EA7AA88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provede hodnocení v každé části této veřejné zakázky tak, že seřadí nabídky podle výše nabídkové ceny v Kč bez DPH stanovené dle této zadávací dokumentace. V každé části této veřejné zakázky bude nabídka s nejnižší</w:t>
      </w:r>
      <w:r>
        <w:rPr>
          <w:rFonts w:ascii="Arial" w:hAnsi="Arial" w:cs="Arial"/>
          <w:sz w:val="20"/>
          <w:szCs w:val="20"/>
        </w:rPr>
        <w:t xml:space="preserve"> nabídkovou cenou v Kč bez DPH vybrána jako ekonomicky nejvýhodnější.</w:t>
      </w:r>
    </w:p>
    <w:p w14:paraId="614610E0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580249AD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6AD145B1" w14:textId="77777777" w:rsidR="00423116" w:rsidRDefault="00622DAC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podání nabídky</w:t>
      </w:r>
    </w:p>
    <w:p w14:paraId="796B7AF4" w14:textId="77777777" w:rsidR="00423116" w:rsidRDefault="0042311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2B58D2F6" w14:textId="77777777" w:rsidR="00423116" w:rsidRDefault="00622DAC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Ref485285160"/>
      <w:r>
        <w:rPr>
          <w:rFonts w:ascii="Arial" w:hAnsi="Arial" w:cs="Arial"/>
          <w:b/>
          <w:bCs/>
          <w:sz w:val="20"/>
          <w:szCs w:val="20"/>
        </w:rPr>
        <w:t>Podávání nabídek</w:t>
      </w:r>
      <w:bookmarkEnd w:id="3"/>
    </w:p>
    <w:p w14:paraId="09A1E5A3" w14:textId="77777777" w:rsidR="00423116" w:rsidRDefault="00622DAC">
      <w:pPr>
        <w:keepNext/>
        <w:spacing w:before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Dodavatel je povinen podat nabídku výhradně v elektronické podobě prostřednictvím elektronického nástroje E-ZAK na adrese </w:t>
      </w:r>
      <w:hyperlink r:id="rId11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do veřejné zakázky, v souladu s § 103 odst. 1 písm. c) ZZVZ.</w:t>
      </w:r>
    </w:p>
    <w:p w14:paraId="22F34F85" w14:textId="77777777" w:rsidR="00423116" w:rsidRPr="00622DAC" w:rsidRDefault="00622DAC">
      <w:pPr>
        <w:jc w:val="both"/>
        <w:rPr>
          <w:rFonts w:ascii="Arial" w:hAnsi="Arial" w:cs="Arial"/>
          <w:bCs/>
          <w:sz w:val="20"/>
          <w:szCs w:val="20"/>
        </w:rPr>
      </w:pPr>
      <w:bookmarkStart w:id="4" w:name="_GoBack"/>
      <w:r w:rsidRPr="00622DAC">
        <w:rPr>
          <w:rFonts w:ascii="Arial" w:hAnsi="Arial" w:cs="Arial"/>
          <w:bCs/>
          <w:sz w:val="20"/>
          <w:szCs w:val="20"/>
        </w:rPr>
        <w:t>Zadavatel doporučuje podepsat nabídku, podanou v elektronické podobě prostřednictvím elektronického nástroje, zaručeným elektronickým podpisem os</w:t>
      </w:r>
      <w:r w:rsidRPr="00622DAC">
        <w:rPr>
          <w:rFonts w:ascii="Arial" w:hAnsi="Arial" w:cs="Arial"/>
          <w:bCs/>
          <w:sz w:val="20"/>
          <w:szCs w:val="20"/>
        </w:rPr>
        <w:t>obou oprávněnou jednat za dodavatele ve smyslu zákona č. 297/2016 Sb., o službách vytvářejících důvěru pro elektronické transakce, ve znění pozdějších předpisů.</w:t>
      </w:r>
    </w:p>
    <w:bookmarkEnd w:id="4"/>
    <w:p w14:paraId="6B3E68B9" w14:textId="77777777" w:rsidR="00423116" w:rsidRDefault="00622DA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Zadavatel před podáním elektronické nabídky doporučuje seznámit se v dostatečném předstihu s po</w:t>
      </w:r>
      <w:r>
        <w:rPr>
          <w:rFonts w:ascii="Arial" w:hAnsi="Arial" w:cs="Arial"/>
          <w:bCs/>
          <w:sz w:val="20"/>
          <w:szCs w:val="20"/>
        </w:rPr>
        <w:t xml:space="preserve">dmínkami podání elektronické nabídky a provést test podání nabídky na </w:t>
      </w:r>
      <w:hyperlink r:id="rId12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https://zakazky.kzcr.eu/test_index.html</w:t>
        </w:r>
      </w:hyperlink>
      <w:r>
        <w:rPr>
          <w:rStyle w:val="Hypertextovodkaz"/>
          <w:rFonts w:ascii="Arial" w:hAnsi="Arial" w:cs="Arial"/>
          <w:bCs/>
          <w:sz w:val="20"/>
          <w:szCs w:val="20"/>
        </w:rPr>
        <w:t>.</w:t>
      </w:r>
    </w:p>
    <w:p w14:paraId="54445F04" w14:textId="77777777" w:rsidR="00423116" w:rsidRDefault="00622DA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Při technických problémech s elektronickým podáním nabídky je kontakt na techn. podporu d</w:t>
      </w:r>
      <w:r>
        <w:rPr>
          <w:rFonts w:ascii="Arial" w:hAnsi="Arial" w:cs="Arial"/>
          <w:bCs/>
          <w:sz w:val="20"/>
          <w:szCs w:val="20"/>
        </w:rPr>
        <w:t xml:space="preserve">odavatele systému: tel. +420 538 702 719 </w:t>
      </w:r>
      <w:r>
        <w:rPr>
          <w:rStyle w:val="Hypertextovodkaz"/>
          <w:rFonts w:ascii="Arial" w:hAnsi="Arial" w:cs="Arial"/>
          <w:sz w:val="20"/>
          <w:szCs w:val="20"/>
        </w:rPr>
        <w:t>podpora@ezak.cz</w:t>
      </w:r>
      <w:r>
        <w:rPr>
          <w:rFonts w:ascii="Arial" w:hAnsi="Arial" w:cs="Arial"/>
          <w:bCs/>
          <w:sz w:val="20"/>
          <w:szCs w:val="20"/>
        </w:rPr>
        <w:t xml:space="preserve"> (pracovní dny 9.00 -17.00 hod.). </w:t>
      </w:r>
    </w:p>
    <w:p w14:paraId="5DFE062D" w14:textId="77777777" w:rsidR="00423116" w:rsidRDefault="00423116">
      <w:pPr>
        <w:jc w:val="both"/>
        <w:rPr>
          <w:rFonts w:ascii="Arial" w:hAnsi="Arial" w:cs="Arial"/>
          <w:bCs/>
          <w:sz w:val="20"/>
          <w:szCs w:val="20"/>
        </w:rPr>
      </w:pPr>
    </w:p>
    <w:p w14:paraId="753FD17F" w14:textId="77777777" w:rsidR="00423116" w:rsidRDefault="00622DAC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Lhůta k podání nabídky</w:t>
      </w:r>
    </w:p>
    <w:p w14:paraId="2C54FD95" w14:textId="77777777" w:rsidR="00423116" w:rsidRDefault="0042311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53910E20" w14:textId="77777777" w:rsidR="00423116" w:rsidRDefault="00622DAC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Lhůta pro podání nabídek je uvedena na profilu zadavatele </w:t>
      </w:r>
      <w:hyperlink r:id="rId13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u veřejné zakázk</w:t>
      </w:r>
      <w:r>
        <w:rPr>
          <w:rFonts w:ascii="Arial" w:hAnsi="Arial" w:cs="Arial"/>
          <w:bCs/>
          <w:sz w:val="20"/>
          <w:szCs w:val="20"/>
        </w:rPr>
        <w:t>y, ve Věstníku veřejných zakázek a Úředním věstníku Evropské unie.</w:t>
      </w:r>
    </w:p>
    <w:p w14:paraId="7ED7C906" w14:textId="77777777" w:rsidR="00423116" w:rsidRDefault="00423116">
      <w:pPr>
        <w:jc w:val="both"/>
        <w:rPr>
          <w:rFonts w:ascii="Arial" w:hAnsi="Arial" w:cs="Arial"/>
          <w:bCs/>
          <w:sz w:val="20"/>
          <w:szCs w:val="20"/>
        </w:rPr>
      </w:pPr>
    </w:p>
    <w:p w14:paraId="3747DE7F" w14:textId="77777777" w:rsidR="00423116" w:rsidRDefault="00622DAC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Otevírání nabídek</w:t>
      </w:r>
    </w:p>
    <w:p w14:paraId="5B2F7697" w14:textId="77777777" w:rsidR="00423116" w:rsidRDefault="0042311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46E5717F" w14:textId="77777777" w:rsidR="00423116" w:rsidRDefault="00622DAC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upozorňuje, že na otevírání nabídek v elektronické podobě </w:t>
      </w:r>
      <w:r>
        <w:rPr>
          <w:rFonts w:ascii="Arial" w:hAnsi="Arial" w:cs="Arial"/>
          <w:bCs/>
          <w:sz w:val="20"/>
          <w:szCs w:val="20"/>
          <w:u w:val="single"/>
        </w:rPr>
        <w:t>nemají</w:t>
      </w:r>
      <w:r>
        <w:rPr>
          <w:rFonts w:ascii="Arial" w:hAnsi="Arial" w:cs="Arial"/>
          <w:bCs/>
          <w:sz w:val="20"/>
          <w:szCs w:val="20"/>
        </w:rPr>
        <w:t xml:space="preserve"> právo být přítomni zástupci dodavatelů.</w:t>
      </w:r>
    </w:p>
    <w:p w14:paraId="6B3FEB87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0E3B8472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1C54BA32" w14:textId="77777777" w:rsidR="00423116" w:rsidRDefault="00622DAC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Požadavky na prokázání kvalifikace</w:t>
      </w:r>
    </w:p>
    <w:p w14:paraId="7977CD27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04064BD4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</w:t>
      </w:r>
      <w:r>
        <w:rPr>
          <w:rFonts w:ascii="Arial" w:hAnsi="Arial" w:cs="Arial"/>
          <w:sz w:val="20"/>
          <w:szCs w:val="20"/>
        </w:rPr>
        <w:t>požaduje, aby dodavatel prokázal splnění kvalifikace v souladu se ZZVZ v  rozsahu dále uvedeném.</w:t>
      </w:r>
    </w:p>
    <w:p w14:paraId="0097C4D5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5966D76D" w14:textId="77777777" w:rsidR="00423116" w:rsidRDefault="00622DAC">
      <w:pPr>
        <w:pStyle w:val="Vaharinatextodstavce"/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Neprokáže-li účastník splnění kvalifikace v plném rozsahu, může být dle § 48 odst. 2 ZZVZ vyloučen z účasti v zadávacím řízení. </w:t>
      </w:r>
    </w:p>
    <w:p w14:paraId="59634557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Základní způsobilost dle § 74</w:t>
      </w:r>
      <w:r>
        <w:rPr>
          <w:rFonts w:ascii="Arial" w:hAnsi="Arial" w:cs="Arial"/>
          <w:sz w:val="20"/>
          <w:szCs w:val="20"/>
        </w:rPr>
        <w:t xml:space="preserve"> ZZVZ </w:t>
      </w:r>
    </w:p>
    <w:p w14:paraId="5068109E" w14:textId="77777777" w:rsidR="00423116" w:rsidRDefault="00622DAC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bookmarkStart w:id="5" w:name="_Hlk107227781"/>
      <w:r>
        <w:rPr>
          <w:rFonts w:ascii="Arial" w:hAnsi="Arial" w:cs="Arial"/>
          <w:sz w:val="20"/>
          <w:szCs w:val="20"/>
        </w:rPr>
        <w:t xml:space="preserve">Dodavatel prokáže základní způsobilost dle § 74 ZZVZ předložením dokladů uvedených v </w:t>
      </w:r>
      <w:r>
        <w:rPr>
          <w:rFonts w:ascii="Arial" w:hAnsi="Arial" w:cs="Arial"/>
          <w:sz w:val="20"/>
          <w:szCs w:val="20"/>
        </w:rPr>
        <w:br/>
        <w:t>§ 75 ZZVZ, nebo jiným způsobem v souladu se ZZVZ. Pokud bude dodavatel prokazovat základní způsobilost čestným prohlášením, může použít vzor čestného prohlášení, k</w:t>
      </w:r>
      <w:r>
        <w:rPr>
          <w:rFonts w:ascii="Arial" w:hAnsi="Arial" w:cs="Arial"/>
          <w:sz w:val="20"/>
          <w:szCs w:val="20"/>
        </w:rPr>
        <w:t xml:space="preserve">terý je přílohou č. 3 této zadávací dokumentace. </w:t>
      </w:r>
    </w:p>
    <w:p w14:paraId="43525A76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49652B45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a stáří dokladů se řídí § 45 a § 86 ZZVZ.</w:t>
      </w:r>
      <w:bookmarkEnd w:id="5"/>
    </w:p>
    <w:p w14:paraId="4939DE11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Profesní způsobilost dle § 77 ZZVZ  </w:t>
      </w:r>
    </w:p>
    <w:p w14:paraId="4C091083" w14:textId="77777777" w:rsidR="00423116" w:rsidRDefault="00622DAC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profesní způsobilost dle § 77 odst. 1 ZZVZ předložením</w:t>
      </w:r>
      <w:bookmarkStart w:id="6" w:name="p54-1-a"/>
      <w:bookmarkEnd w:id="6"/>
      <w:r>
        <w:rPr>
          <w:rFonts w:ascii="Arial" w:hAnsi="Arial" w:cs="Arial"/>
          <w:sz w:val="20"/>
          <w:szCs w:val="20"/>
        </w:rPr>
        <w:t xml:space="preserve"> výpisu z obchodního rejstříku, nebo jiné obdo</w:t>
      </w:r>
      <w:r>
        <w:rPr>
          <w:rFonts w:ascii="Arial" w:hAnsi="Arial" w:cs="Arial"/>
          <w:sz w:val="20"/>
          <w:szCs w:val="20"/>
        </w:rPr>
        <w:t xml:space="preserve">bné evidence, pokud jiný právní předpis zápis do takové evidence vyžaduje, nebo jiným způsobem v souladu se ZZVZ. </w:t>
      </w:r>
      <w:bookmarkStart w:id="7" w:name="p54-1-b"/>
      <w:bookmarkStart w:id="8" w:name="p54-1-c"/>
      <w:bookmarkStart w:id="9" w:name="p54-1-d"/>
      <w:bookmarkEnd w:id="7"/>
      <w:bookmarkEnd w:id="8"/>
      <w:bookmarkEnd w:id="9"/>
      <w:r>
        <w:rPr>
          <w:rFonts w:ascii="Arial" w:hAnsi="Arial" w:cs="Arial"/>
          <w:sz w:val="20"/>
          <w:szCs w:val="20"/>
        </w:rPr>
        <w:t>Pokud bude dodavatel prokazovat profesní způsobilost čestným prohlášením, může použít vzor čestného prohlášení, který je přílohou č. 3 této za</w:t>
      </w:r>
      <w:r>
        <w:rPr>
          <w:rFonts w:ascii="Arial" w:hAnsi="Arial" w:cs="Arial"/>
          <w:sz w:val="20"/>
          <w:szCs w:val="20"/>
        </w:rPr>
        <w:t>dávací dokumentace.</w:t>
      </w:r>
    </w:p>
    <w:p w14:paraId="12CB3F5E" w14:textId="77777777" w:rsidR="00423116" w:rsidRDefault="00622DAC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dokladů se řídí § 45 ZZVZ.</w:t>
      </w:r>
    </w:p>
    <w:p w14:paraId="1A4AC175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kvalifikace dle § 79 ZZVZ</w:t>
      </w:r>
    </w:p>
    <w:p w14:paraId="40EC63D8" w14:textId="77777777" w:rsidR="00423116" w:rsidRDefault="00622DAC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technickou kvalifikaci dle § 79 odst. 2 písm. b) ZZVZ předložením </w:t>
      </w:r>
      <w:bookmarkStart w:id="10" w:name="p56-1-a"/>
      <w:bookmarkEnd w:id="10"/>
      <w:r>
        <w:rPr>
          <w:rFonts w:ascii="Arial" w:hAnsi="Arial" w:cs="Arial"/>
          <w:sz w:val="20"/>
          <w:szCs w:val="20"/>
        </w:rPr>
        <w:t xml:space="preserve">seznamu </w:t>
      </w:r>
      <w:r>
        <w:rPr>
          <w:rFonts w:ascii="Arial" w:hAnsi="Arial" w:cs="Arial"/>
          <w:b/>
          <w:sz w:val="20"/>
          <w:szCs w:val="20"/>
        </w:rPr>
        <w:t>minimálně 2 významných dodávek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se stejným nebo </w:t>
      </w:r>
      <w:r>
        <w:rPr>
          <w:rFonts w:ascii="Arial" w:hAnsi="Arial" w:cs="Arial"/>
          <w:b/>
          <w:i/>
          <w:sz w:val="20"/>
          <w:szCs w:val="20"/>
          <w:highlight w:val="yellow"/>
          <w:u w:val="single"/>
        </w:rPr>
        <w:t>obdobným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 předmětem</w:t>
      </w:r>
      <w:r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>k veřejné zakázce, ve které prokazuje touto významnou dodávkou splnění technické kvalifikace, a kterou realizoval v posledních 3 letech před zahájením zadávacího řízení.</w:t>
      </w:r>
    </w:p>
    <w:p w14:paraId="47BF341A" w14:textId="77777777" w:rsidR="00423116" w:rsidRDefault="00622DAC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souladu s § 79 odst. 3 ZZVZ může dodavatel pro účely prokázání splnění technické kva</w:t>
      </w:r>
      <w:r>
        <w:rPr>
          <w:rFonts w:ascii="Arial" w:hAnsi="Arial" w:cs="Arial"/>
          <w:sz w:val="20"/>
          <w:szCs w:val="20"/>
        </w:rPr>
        <w:t xml:space="preserve">lifikace předložit i významné dodávky se stejným nebo </w:t>
      </w:r>
      <w:r>
        <w:rPr>
          <w:rFonts w:ascii="Arial" w:hAnsi="Arial" w:cs="Arial"/>
          <w:sz w:val="20"/>
          <w:szCs w:val="20"/>
          <w:highlight w:val="yellow"/>
        </w:rPr>
        <w:t>obdobným</w:t>
      </w:r>
      <w:r>
        <w:rPr>
          <w:rFonts w:ascii="Arial" w:hAnsi="Arial" w:cs="Arial"/>
          <w:sz w:val="20"/>
          <w:szCs w:val="20"/>
        </w:rPr>
        <w:t xml:space="preserve"> předmětem plnění, které realizoval v době po zahájení tohoto zadávacího řízení.</w:t>
      </w:r>
    </w:p>
    <w:p w14:paraId="0D3EB319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  <w:bookmarkStart w:id="11" w:name="p56-1-a-1"/>
      <w:bookmarkStart w:id="12" w:name="p56-1-a-2"/>
      <w:bookmarkStart w:id="13" w:name="p56-1-a-3"/>
      <w:bookmarkEnd w:id="11"/>
      <w:bookmarkEnd w:id="12"/>
      <w:bookmarkEnd w:id="13"/>
    </w:p>
    <w:p w14:paraId="39697DE8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commentRangeStart w:id="14"/>
      <w:r>
        <w:rPr>
          <w:rFonts w:ascii="Arial" w:hAnsi="Arial" w:cs="Arial"/>
          <w:sz w:val="20"/>
          <w:szCs w:val="20"/>
        </w:rPr>
        <w:t>Stejný nebo obdobný předmět plnění bude posuzován dle CPV kódů:</w:t>
      </w:r>
    </w:p>
    <w:p w14:paraId="1F0FED1F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5161"/>
        <w:gridCol w:w="3192"/>
      </w:tblGrid>
      <w:tr w:rsidR="00423116" w14:paraId="4EA3AAF7" w14:textId="77777777">
        <w:trPr>
          <w:trHeight w:val="454"/>
          <w:jc w:val="center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88ECF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5B7F28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9E0D8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423116" w14:paraId="2B3ED1BF" w14:textId="77777777">
        <w:trPr>
          <w:trHeight w:val="454"/>
          <w:jc w:val="center"/>
        </w:trPr>
        <w:tc>
          <w:tcPr>
            <w:tcW w:w="1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2AE8D" w14:textId="77777777" w:rsidR="00423116" w:rsidRDefault="00622DA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F5BD8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35ACA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  <w:tr w:rsidR="00423116" w14:paraId="7ED0F0D0" w14:textId="77777777">
        <w:trPr>
          <w:trHeight w:val="454"/>
          <w:jc w:val="center"/>
        </w:trPr>
        <w:tc>
          <w:tcPr>
            <w:tcW w:w="15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1687A" w14:textId="77777777" w:rsidR="00423116" w:rsidRDefault="00622D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1CCDC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D0B21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</w:tbl>
    <w:commentRangeEnd w:id="14"/>
    <w:p w14:paraId="30B35745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Style w:val="Odkaznakoment"/>
        </w:rPr>
        <w:commentReference w:id="14"/>
      </w:r>
    </w:p>
    <w:p w14:paraId="6B27C7B5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Zadavatelem požadovaný minimální rozsah plnění významných dodávek dle jednotlivých část veřejné zakázky je:</w:t>
      </w:r>
    </w:p>
    <w:p w14:paraId="70255C31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6"/>
        <w:gridCol w:w="4536"/>
        <w:gridCol w:w="3816"/>
      </w:tblGrid>
      <w:tr w:rsidR="00423116" w14:paraId="69228252" w14:textId="77777777">
        <w:trPr>
          <w:trHeight w:val="454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EC44D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EDFF" w:themeFill="text2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DAB98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stejný nebo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obdobný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předmět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CEDFF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CB618" w14:textId="77777777" w:rsidR="00423116" w:rsidRDefault="00622DA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minimální rozsah plnění za každou jednotlivou zakázku v Kč bez DPH</w:t>
            </w:r>
          </w:p>
        </w:tc>
      </w:tr>
      <w:tr w:rsidR="00423116" w14:paraId="33B8E435" w14:textId="77777777">
        <w:trPr>
          <w:trHeight w:val="454"/>
          <w:jc w:val="center"/>
        </w:trPr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E6831" w14:textId="77777777" w:rsidR="00423116" w:rsidRDefault="00622DA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008ED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33FF1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--,00 Kč</w:t>
            </w:r>
          </w:p>
        </w:tc>
      </w:tr>
      <w:tr w:rsidR="00423116" w14:paraId="7CEB0BAC" w14:textId="77777777">
        <w:trPr>
          <w:trHeight w:val="454"/>
          <w:jc w:val="center"/>
        </w:trPr>
        <w:tc>
          <w:tcPr>
            <w:tcW w:w="15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78F0F" w14:textId="77777777" w:rsidR="00423116" w:rsidRDefault="00622D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80911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0AA1E" w14:textId="77777777" w:rsidR="00423116" w:rsidRDefault="00622DA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--,00 </w:t>
            </w:r>
            <w:r>
              <w:rPr>
                <w:rFonts w:ascii="Arial" w:hAnsi="Arial" w:cs="Arial"/>
                <w:sz w:val="18"/>
                <w:szCs w:val="18"/>
              </w:rPr>
              <w:t>Kč</w:t>
            </w:r>
          </w:p>
        </w:tc>
      </w:tr>
    </w:tbl>
    <w:p w14:paraId="602BD053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0BE3F053" w14:textId="77777777" w:rsidR="00423116" w:rsidRDefault="00622DAC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Předložený seznam musí obsahovat minimálně následující údaje:</w:t>
      </w:r>
    </w:p>
    <w:p w14:paraId="42875068" w14:textId="77777777" w:rsidR="00423116" w:rsidRDefault="00622DAC">
      <w:pPr>
        <w:numPr>
          <w:ilvl w:val="0"/>
          <w:numId w:val="4"/>
        </w:numPr>
        <w:spacing w:before="240" w:after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identifikaci objednatele, tj. označení subjektu, pro který byla dodávka realizována;</w:t>
      </w:r>
    </w:p>
    <w:p w14:paraId="5C247EB8" w14:textId="77777777" w:rsidR="00423116" w:rsidRDefault="00622DAC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stručný popis realizované dodávky s uvedením jejich rozsahu (finančně vyjádřeného v Kč);</w:t>
      </w:r>
    </w:p>
    <w:p w14:paraId="7F1E49FB" w14:textId="77777777" w:rsidR="00423116" w:rsidRDefault="00622DAC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období, ve </w:t>
      </w:r>
      <w:r>
        <w:rPr>
          <w:rFonts w:ascii="Arial" w:hAnsi="Arial" w:cs="Arial"/>
          <w:sz w:val="20"/>
          <w:szCs w:val="20"/>
        </w:rPr>
        <w:t>kterém byla dodávka realizována;</w:t>
      </w:r>
    </w:p>
    <w:p w14:paraId="48092D07" w14:textId="77777777" w:rsidR="00423116" w:rsidRDefault="00622DAC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kontakt na osobu, která může uvedené údaje potvrdit.</w:t>
      </w:r>
    </w:p>
    <w:p w14:paraId="23112F59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Prokázání kvalifikace prostřednictvím jiných osob</w:t>
      </w:r>
    </w:p>
    <w:p w14:paraId="65523FF2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není dodavatel schopen prokázat splnění určité části kvalifikace v plném rozsahu, </w:t>
      </w:r>
      <w:r>
        <w:rPr>
          <w:rFonts w:ascii="Arial" w:hAnsi="Arial" w:cs="Arial"/>
          <w:sz w:val="20"/>
          <w:szCs w:val="20"/>
        </w:rPr>
        <w:br/>
        <w:t>je dle § 83 odst. 1 ZZV</w:t>
      </w:r>
      <w:r>
        <w:rPr>
          <w:rFonts w:ascii="Arial" w:hAnsi="Arial" w:cs="Arial"/>
          <w:sz w:val="20"/>
          <w:szCs w:val="20"/>
        </w:rPr>
        <w:t xml:space="preserve">Z oprávněn splnění kvalifikace v chybějícím rozsahu prokázat prostřednictvím jiné osoby. Dodavatel je v takovém případě povinen postupovat dle </w:t>
      </w:r>
      <w:r>
        <w:rPr>
          <w:rFonts w:ascii="Arial" w:hAnsi="Arial" w:cs="Arial"/>
          <w:sz w:val="20"/>
          <w:szCs w:val="20"/>
        </w:rPr>
        <w:br/>
        <w:t>§ 83 ZZVZ.</w:t>
      </w:r>
    </w:p>
    <w:p w14:paraId="1F6C2638" w14:textId="77777777" w:rsidR="00423116" w:rsidRDefault="00622DAC">
      <w:pPr>
        <w:pStyle w:val="Nadpis2"/>
        <w:ind w:hanging="5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Změny v kvalifikaci</w:t>
      </w:r>
    </w:p>
    <w:p w14:paraId="1302FD20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Dojde-li od předložení dokladů, nebo prohlášení o kvalifikaci, v průběhu zadávací</w:t>
      </w:r>
      <w:r>
        <w:rPr>
          <w:rFonts w:ascii="Arial" w:hAnsi="Arial" w:cs="Arial"/>
          <w:sz w:val="20"/>
          <w:szCs w:val="20"/>
        </w:rPr>
        <w:t>ho řízení, k takové změně v kvalifikaci účastníka zadávacího řízení, která by jinak znamenala nesplnění kvalifikace, je účastník zadávacího řízení povinen nejpozději do 5 pracovních dnů tuto skutečnost zadavateli písemně oznámit a nejpozději do 10 pracovní</w:t>
      </w:r>
      <w:r>
        <w:rPr>
          <w:rFonts w:ascii="Arial" w:hAnsi="Arial" w:cs="Arial"/>
          <w:sz w:val="20"/>
          <w:szCs w:val="20"/>
        </w:rPr>
        <w:t xml:space="preserve">ch dnů od oznámení této změny zadavateli předložit nové doklady nebo prohlášení ke kvalifikaci. </w:t>
      </w:r>
    </w:p>
    <w:p w14:paraId="74B572BD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Nesplnění této povinnosti je dle § 88 odst. 2 ZZVZ důvodem pro bezodkladné vyloučení účastníka zadávacího řízení.</w:t>
      </w:r>
    </w:p>
    <w:p w14:paraId="6FFFACC0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3E9337C3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30CF10FA" w14:textId="77777777" w:rsidR="00423116" w:rsidRDefault="00622DAC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jednotné zpracování nabídky</w:t>
      </w:r>
    </w:p>
    <w:p w14:paraId="12CB1832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146BF3AF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doporučuje jednotný způsob zpracování nabídky dle následujících podmínek.</w:t>
      </w:r>
    </w:p>
    <w:p w14:paraId="0C7038EC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48447FFD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českém jazyce. Zadavatel připouští katalogy, prospekty a jiný podpůrný materiál technické povahy v anglickém jazyce.</w:t>
      </w:r>
    </w:p>
    <w:p w14:paraId="06EEE6FA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161FC509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n</w:t>
      </w:r>
      <w:r>
        <w:rPr>
          <w:rFonts w:ascii="Arial" w:hAnsi="Arial" w:cs="Arial"/>
          <w:sz w:val="20"/>
          <w:szCs w:val="20"/>
        </w:rPr>
        <w:t>ásledující struktuře:</w:t>
      </w:r>
    </w:p>
    <w:p w14:paraId="5BD6B74B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Krycí list nabídky (příloha č. 1 této zadávací dokumentace), na kterém budou uvedeny identifikační údaje dodavatele (název dodavatele, sídlo dodavatele, právní forma, IČO, DIČ), kontaktní osoba dodavatele (jméno, příjmení, kontaktní a</w:t>
      </w:r>
      <w:r>
        <w:rPr>
          <w:rFonts w:ascii="Arial" w:hAnsi="Arial" w:cs="Arial"/>
          <w:sz w:val="20"/>
          <w:szCs w:val="20"/>
        </w:rPr>
        <w:t>dresa, telefon, e-mail, případně další údaje), název veřejné zakázky, identifikační údaje zadavatele a celková nabídková cena.</w:t>
      </w:r>
    </w:p>
    <w:p w14:paraId="5742ADF5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 tom, že závazný text smlouvy dodavatel plně a bezvýhradně akceptuje.</w:t>
      </w:r>
    </w:p>
    <w:p w14:paraId="3418778E" w14:textId="77777777" w:rsidR="00423116" w:rsidRDefault="00622DAC">
      <w:pPr>
        <w:pStyle w:val="Odstavecseseznamem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Čestné prohlášení dodavatele k </w:t>
      </w:r>
      <w:r>
        <w:rPr>
          <w:rFonts w:ascii="Arial" w:hAnsi="Arial" w:cs="Arial"/>
          <w:sz w:val="20"/>
          <w:szCs w:val="20"/>
        </w:rPr>
        <w:t>mezinárodním sankcím.</w:t>
      </w:r>
    </w:p>
    <w:p w14:paraId="29AF5D7A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základní způsobilosti.</w:t>
      </w:r>
    </w:p>
    <w:p w14:paraId="47A1D175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profesní způsobilosti.</w:t>
      </w:r>
    </w:p>
    <w:p w14:paraId="25ED61ED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technické kvalifikace.</w:t>
      </w:r>
    </w:p>
    <w:p w14:paraId="1ED29492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Specifikace nabízeného zboží dle jednotlivé (vybrané) části této veřejné zakázky </w:t>
      </w:r>
      <w:r>
        <w:rPr>
          <w:rFonts w:ascii="Arial" w:hAnsi="Arial" w:cs="Arial"/>
          <w:sz w:val="20"/>
          <w:szCs w:val="20"/>
        </w:rPr>
        <w:t xml:space="preserve">dle požadavků zadavatele uvedených v přílohách č. </w:t>
      </w:r>
      <w:r>
        <w:rPr>
          <w:rFonts w:ascii="Arial" w:hAnsi="Arial" w:cs="Arial"/>
          <w:sz w:val="20"/>
          <w:szCs w:val="20"/>
          <w:highlight w:val="yellow"/>
        </w:rPr>
        <w:t>2a a 2b</w:t>
      </w:r>
      <w:r>
        <w:rPr>
          <w:rFonts w:ascii="Arial" w:hAnsi="Arial" w:cs="Arial"/>
          <w:sz w:val="20"/>
          <w:szCs w:val="20"/>
        </w:rPr>
        <w:t xml:space="preserve"> této zadávací dokumentace.</w:t>
      </w:r>
    </w:p>
    <w:p w14:paraId="0F9A65DB" w14:textId="77777777" w:rsidR="00423116" w:rsidRDefault="00622DAC">
      <w:pPr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doklady a dokumenty.</w:t>
      </w:r>
    </w:p>
    <w:p w14:paraId="31423A9B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54CF210D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2933DA46" w14:textId="77777777" w:rsidR="00423116" w:rsidRDefault="00622DAC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Jednotný způsob zpracování nabídkové ceny</w:t>
      </w:r>
    </w:p>
    <w:p w14:paraId="45496E25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2D135C8E" w14:textId="77777777" w:rsidR="00423116" w:rsidRDefault="00622DAC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bude stanovena v české měně.</w:t>
      </w:r>
    </w:p>
    <w:p w14:paraId="5AD288A1" w14:textId="77777777" w:rsidR="00423116" w:rsidRDefault="00622DAC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bez DPH musí zahrnovat veškeré náklady</w:t>
      </w:r>
      <w:r>
        <w:rPr>
          <w:rFonts w:ascii="Arial" w:hAnsi="Arial" w:cs="Arial"/>
          <w:sz w:val="20"/>
          <w:szCs w:val="20"/>
        </w:rPr>
        <w:t xml:space="preserve"> dodavatele související s plněním této veřejné zakázky.</w:t>
      </w:r>
    </w:p>
    <w:p w14:paraId="59D0688C" w14:textId="77777777" w:rsidR="00423116" w:rsidRDefault="00622DAC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lastRenderedPageBreak/>
        <w:t xml:space="preserve">Dodavatel doplní nabídkovou cenu do přílohy č. 1 a dle toho, do které části veřejné zakázky nabídku podává, i </w:t>
      </w:r>
      <w:r>
        <w:rPr>
          <w:rFonts w:ascii="Arial" w:hAnsi="Arial" w:cs="Arial"/>
          <w:snapToGrid w:val="0"/>
          <w:sz w:val="20"/>
          <w:szCs w:val="20"/>
          <w:highlight w:val="yellow"/>
        </w:rPr>
        <w:t xml:space="preserve">do </w:t>
      </w:r>
      <w:r>
        <w:rPr>
          <w:rFonts w:ascii="Arial" w:hAnsi="Arial" w:cs="Arial"/>
          <w:sz w:val="20"/>
          <w:szCs w:val="20"/>
          <w:highlight w:val="yellow"/>
        </w:rPr>
        <w:t>přílohy č. 6a nebo 6b</w:t>
      </w:r>
      <w:r>
        <w:rPr>
          <w:rFonts w:ascii="Arial" w:hAnsi="Arial" w:cs="Arial"/>
          <w:sz w:val="20"/>
          <w:szCs w:val="20"/>
        </w:rPr>
        <w:t xml:space="preserve"> této zadávací dokumentace – dodavatel je povinen vyplnit žlutě zv</w:t>
      </w:r>
      <w:r>
        <w:rPr>
          <w:rFonts w:ascii="Arial" w:hAnsi="Arial" w:cs="Arial"/>
          <w:sz w:val="20"/>
          <w:szCs w:val="20"/>
        </w:rPr>
        <w:t>ýrazněné buňky tabulky</w:t>
      </w:r>
      <w:r>
        <w:rPr>
          <w:rFonts w:ascii="Arial" w:hAnsi="Arial" w:cs="Arial"/>
          <w:snapToGrid w:val="0"/>
          <w:sz w:val="20"/>
          <w:szCs w:val="20"/>
        </w:rPr>
        <w:t>.</w:t>
      </w:r>
    </w:p>
    <w:p w14:paraId="2B479774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748A19C0" w14:textId="77777777" w:rsidR="00423116" w:rsidRDefault="00423116">
      <w:pPr>
        <w:pStyle w:val="Bezmezer"/>
        <w:rPr>
          <w:rFonts w:ascii="Arial" w:hAnsi="Arial" w:cs="Arial"/>
          <w:sz w:val="20"/>
          <w:szCs w:val="20"/>
        </w:rPr>
      </w:pPr>
    </w:p>
    <w:p w14:paraId="710AC811" w14:textId="77777777" w:rsidR="00423116" w:rsidRDefault="00622DAC">
      <w:pPr>
        <w:keepNext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Obchodní, platební a servisní podmínky</w:t>
      </w:r>
    </w:p>
    <w:p w14:paraId="45AA34FA" w14:textId="77777777" w:rsidR="00423116" w:rsidRDefault="00423116">
      <w:pPr>
        <w:keepNext/>
        <w:jc w:val="both"/>
        <w:rPr>
          <w:rFonts w:ascii="Arial" w:hAnsi="Arial" w:cs="Arial"/>
          <w:sz w:val="20"/>
          <w:szCs w:val="20"/>
        </w:rPr>
      </w:pPr>
    </w:p>
    <w:p w14:paraId="2DBF3DF4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obchodní, platební a servisní podmínky jsou uvedeny v  obligatorním návrhu smlouvy (příloha č. </w:t>
      </w:r>
      <w:r>
        <w:rPr>
          <w:rFonts w:ascii="Arial" w:hAnsi="Arial" w:cs="Arial"/>
          <w:sz w:val="20"/>
          <w:szCs w:val="20"/>
          <w:highlight w:val="yellow"/>
        </w:rPr>
        <w:t>4a a 4b</w:t>
      </w:r>
      <w:r>
        <w:rPr>
          <w:rFonts w:ascii="Arial" w:hAnsi="Arial" w:cs="Arial"/>
          <w:sz w:val="20"/>
          <w:szCs w:val="20"/>
        </w:rPr>
        <w:t xml:space="preserve"> této zadávací dokumentace).</w:t>
      </w:r>
    </w:p>
    <w:p w14:paraId="1CB87908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6C07F501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>nepředkládá</w:t>
      </w:r>
      <w:r>
        <w:rPr>
          <w:rFonts w:ascii="Arial" w:hAnsi="Arial" w:cs="Arial"/>
          <w:sz w:val="20"/>
          <w:szCs w:val="20"/>
        </w:rPr>
        <w:t xml:space="preserve"> do nabídky návrh kupní smlouvy. Závazný text kupní smlouvy bude vyplněn až před uzavřením kupní smlouvy dle jednotlivé části veřejné zakázky s vybraným dodavatelem, kdy budou doplněny veškeré chybějící údaje (zejména identifikace dodavatele, nabídková cen</w:t>
      </w:r>
      <w:r>
        <w:rPr>
          <w:rFonts w:ascii="Arial" w:hAnsi="Arial" w:cs="Arial"/>
          <w:sz w:val="20"/>
          <w:szCs w:val="20"/>
        </w:rPr>
        <w:t xml:space="preserve">a, jméno kontaktní osoby apod.). </w:t>
      </w:r>
    </w:p>
    <w:p w14:paraId="084F240C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5F269D6D" w14:textId="77777777" w:rsidR="00423116" w:rsidRDefault="00622DA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však povinen v rámci své nabídky učinit </w:t>
      </w:r>
      <w:r>
        <w:rPr>
          <w:rFonts w:ascii="Arial" w:hAnsi="Arial" w:cs="Arial"/>
          <w:b/>
          <w:sz w:val="20"/>
          <w:szCs w:val="20"/>
        </w:rPr>
        <w:t>čestné prohlášení</w:t>
      </w:r>
      <w:r>
        <w:rPr>
          <w:rFonts w:ascii="Arial" w:hAnsi="Arial" w:cs="Arial"/>
          <w:sz w:val="20"/>
          <w:szCs w:val="20"/>
        </w:rPr>
        <w:t xml:space="preserve"> (příloha </w:t>
      </w:r>
      <w:r>
        <w:rPr>
          <w:rFonts w:ascii="Arial" w:hAnsi="Arial" w:cs="Arial"/>
          <w:sz w:val="20"/>
          <w:szCs w:val="20"/>
          <w:highlight w:val="yellow"/>
        </w:rPr>
        <w:t>č. 3</w:t>
      </w:r>
      <w:r>
        <w:rPr>
          <w:rFonts w:ascii="Arial" w:hAnsi="Arial" w:cs="Arial"/>
          <w:sz w:val="20"/>
          <w:szCs w:val="20"/>
        </w:rPr>
        <w:t xml:space="preserve"> této zadávací dokumentace) o tom, že závazný text kupní smlouvy a rámcové dohody o nákupu vázaného spotřebního materiálu plně a bezvýhra</w:t>
      </w:r>
      <w:r>
        <w:rPr>
          <w:rFonts w:ascii="Arial" w:hAnsi="Arial" w:cs="Arial"/>
          <w:sz w:val="20"/>
          <w:szCs w:val="20"/>
        </w:rPr>
        <w:t>dně akceptuje.</w:t>
      </w:r>
    </w:p>
    <w:p w14:paraId="677239DC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24228FE7" w14:textId="77777777" w:rsidR="00423116" w:rsidRDefault="00423116">
      <w:pPr>
        <w:jc w:val="both"/>
        <w:rPr>
          <w:rFonts w:ascii="Arial" w:hAnsi="Arial" w:cs="Arial"/>
          <w:sz w:val="20"/>
          <w:szCs w:val="20"/>
        </w:rPr>
      </w:pPr>
    </w:p>
    <w:p w14:paraId="5CF768BC" w14:textId="77777777" w:rsidR="00423116" w:rsidRDefault="00622DAC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Další podmínky veřejné zakázky</w:t>
      </w:r>
    </w:p>
    <w:p w14:paraId="1A79C9A5" w14:textId="77777777" w:rsidR="00423116" w:rsidRDefault="00423116">
      <w:pPr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4D396E25" w14:textId="77777777" w:rsidR="00423116" w:rsidRDefault="00622DAC">
      <w:pPr>
        <w:pStyle w:val="Odstavecseseznamem"/>
        <w:keepNext/>
        <w:keepLines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může podat do každé části veřejné zakázky pouze jednu nabídku. </w:t>
      </w:r>
    </w:p>
    <w:p w14:paraId="2F436BEA" w14:textId="77777777" w:rsidR="00423116" w:rsidRDefault="00622DAC">
      <w:pPr>
        <w:pStyle w:val="Odstavecseseznamem"/>
        <w:keepNext/>
        <w:keepLines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variantní řešení nabídky.</w:t>
      </w:r>
    </w:p>
    <w:p w14:paraId="488FCE1E" w14:textId="77777777" w:rsidR="00423116" w:rsidRDefault="00622DAC">
      <w:pPr>
        <w:pStyle w:val="Odstavecseseznamem"/>
        <w:keepNext/>
        <w:keepLines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Komunikace mezi zadavatelem a dodavatelem se řídí § 211 ZZVZ. </w:t>
      </w:r>
    </w:p>
    <w:p w14:paraId="4FE33422" w14:textId="77777777" w:rsidR="00423116" w:rsidRDefault="00622DAC">
      <w:pPr>
        <w:pStyle w:val="Odstavecseseznamem"/>
        <w:keepNext/>
        <w:keepLines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Uzavření smlouvy, jakožto postup následující po výběru dodavatele, musí probíhat elektronicky. Smlouvu je nutné uzavřít pomocí zaručených elektronických podpisů. </w:t>
      </w:r>
    </w:p>
    <w:p w14:paraId="5A53D105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Dodavatelům podáním nabídky nevznikají žádná práva na uzavření smlouvy se zadavatelem.</w:t>
      </w:r>
    </w:p>
    <w:p w14:paraId="5C869065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</w:t>
      </w:r>
      <w:r>
        <w:rPr>
          <w:rFonts w:ascii="Arial" w:hAnsi="Arial" w:cs="Arial"/>
          <w:sz w:val="20"/>
          <w:szCs w:val="20"/>
        </w:rPr>
        <w:t>tel je oprávněn před rozhodnutím o výběru dodavatele si ověřit, popřípadě upřesnit informace uvedené dodavatelem v nabídce.</w:t>
      </w:r>
    </w:p>
    <w:p w14:paraId="315E5BE4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vybraného dodavatele spolupůsobit při výkonu kontroly dle zákona č. 320/2001 Sb., o finanční kontrole ve veřejné správě, v</w:t>
      </w:r>
      <w:r>
        <w:rPr>
          <w:rFonts w:ascii="Arial" w:hAnsi="Arial" w:cs="Arial"/>
          <w:sz w:val="20"/>
          <w:szCs w:val="20"/>
        </w:rPr>
        <w:t>e znění pozdějších předpisů.</w:t>
      </w:r>
    </w:p>
    <w:p w14:paraId="0BF81492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nevrací podané nabídky, které zůstávají u zadavatele jako doklad o průběhu soutěže. S obsahem nabídek bude zacházeno důvěrně.</w:t>
      </w:r>
    </w:p>
    <w:p w14:paraId="4739D73E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nepožaduje poskytnutí jistoty.</w:t>
      </w:r>
    </w:p>
    <w:p w14:paraId="110333D4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nebude zájemcům hradit žádné náklady spo</w:t>
      </w:r>
      <w:r>
        <w:rPr>
          <w:rFonts w:ascii="Arial" w:hAnsi="Arial" w:cs="Arial"/>
          <w:sz w:val="20"/>
          <w:szCs w:val="20"/>
        </w:rPr>
        <w:t>jené s účastí v zadávacím řízení.</w:t>
      </w:r>
    </w:p>
    <w:p w14:paraId="42E7F860" w14:textId="77777777" w:rsidR="00423116" w:rsidRDefault="00622DAC">
      <w:pPr>
        <w:pStyle w:val="Odstavecseseznamem"/>
        <w:numPr>
          <w:ilvl w:val="0"/>
          <w:numId w:val="10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si vyhrazuje právo veřejnou zakázku zrušit v souladu s § 127 ZZVZ.</w:t>
      </w:r>
    </w:p>
    <w:p w14:paraId="583042BB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4E7CE131" w14:textId="77777777" w:rsidR="00423116" w:rsidRDefault="00423116">
      <w:pPr>
        <w:rPr>
          <w:rFonts w:ascii="Arial" w:hAnsi="Arial" w:cs="Arial"/>
          <w:sz w:val="20"/>
          <w:szCs w:val="20"/>
        </w:rPr>
      </w:pPr>
    </w:p>
    <w:p w14:paraId="27D7E5CD" w14:textId="77777777" w:rsidR="00423116" w:rsidRDefault="00622DAC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Vysvětlení, změna, doplnění zadávací dokumentace</w:t>
      </w:r>
    </w:p>
    <w:p w14:paraId="2097AA83" w14:textId="77777777" w:rsidR="00423116" w:rsidRDefault="0042311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7575308A" w14:textId="77777777" w:rsidR="00423116" w:rsidRDefault="00622DAC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Vysvětlení zadávací dokumentace se řídí ustanovením § 98 ZZVZ. Zadavatel vždy uveřejní vysvět</w:t>
      </w:r>
      <w:r>
        <w:rPr>
          <w:rFonts w:ascii="Arial" w:hAnsi="Arial" w:cs="Arial"/>
          <w:bCs/>
          <w:sz w:val="20"/>
          <w:szCs w:val="20"/>
        </w:rPr>
        <w:t>lení zadávací dokumentace včetně přesného znění žádosti na profilu zadavatele.</w:t>
      </w:r>
    </w:p>
    <w:p w14:paraId="2BD40CE1" w14:textId="77777777" w:rsidR="00423116" w:rsidRDefault="00622DA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Změna nebo doplnění zadávací dokumentace se řídí ustanovením § 99 ZZVZ. Zadavatel vždy uveřejní informaci o změně nebo doplnění zadávací dokumentace na profilu zadavatele.</w:t>
      </w:r>
    </w:p>
    <w:p w14:paraId="00FED933" w14:textId="77777777" w:rsidR="00423116" w:rsidRDefault="00423116">
      <w:pPr>
        <w:jc w:val="both"/>
        <w:rPr>
          <w:rFonts w:ascii="Arial" w:hAnsi="Arial" w:cs="Arial"/>
          <w:bCs/>
          <w:sz w:val="20"/>
          <w:szCs w:val="20"/>
        </w:rPr>
      </w:pPr>
    </w:p>
    <w:p w14:paraId="4BDF3B9D" w14:textId="77777777" w:rsidR="00423116" w:rsidRDefault="00423116">
      <w:pPr>
        <w:jc w:val="both"/>
        <w:rPr>
          <w:rFonts w:ascii="Arial" w:hAnsi="Arial" w:cs="Arial"/>
          <w:bCs/>
          <w:sz w:val="20"/>
          <w:szCs w:val="20"/>
        </w:rPr>
      </w:pPr>
    </w:p>
    <w:p w14:paraId="4DFED7D1" w14:textId="77777777" w:rsidR="00423116" w:rsidRDefault="00622DAC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Přílohy zadávací dokumentace</w:t>
      </w:r>
    </w:p>
    <w:p w14:paraId="44AA53CD" w14:textId="77777777" w:rsidR="00423116" w:rsidRDefault="00423116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6"/>
        <w:gridCol w:w="7967"/>
      </w:tblGrid>
      <w:tr w:rsidR="00423116" w14:paraId="763440B5" w14:textId="77777777">
        <w:trPr>
          <w:trHeight w:val="411"/>
        </w:trPr>
        <w:tc>
          <w:tcPr>
            <w:tcW w:w="1956" w:type="dxa"/>
            <w:shd w:val="clear" w:color="auto" w:fill="CCEDFF" w:themeFill="text2" w:themeFillTint="33"/>
            <w:vAlign w:val="center"/>
          </w:tcPr>
          <w:p w14:paraId="555DC85F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číslo přílohy</w:t>
            </w:r>
          </w:p>
        </w:tc>
        <w:tc>
          <w:tcPr>
            <w:tcW w:w="7967" w:type="dxa"/>
            <w:shd w:val="clear" w:color="auto" w:fill="CCEDFF" w:themeFill="text2" w:themeFillTint="33"/>
            <w:vAlign w:val="center"/>
          </w:tcPr>
          <w:p w14:paraId="09DCC9BE" w14:textId="77777777" w:rsidR="00423116" w:rsidRDefault="00622D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přílohy</w:t>
            </w:r>
          </w:p>
        </w:tc>
      </w:tr>
      <w:tr w:rsidR="00423116" w14:paraId="55E4AC22" w14:textId="77777777">
        <w:trPr>
          <w:trHeight w:val="453"/>
        </w:trPr>
        <w:tc>
          <w:tcPr>
            <w:tcW w:w="1956" w:type="dxa"/>
            <w:vAlign w:val="center"/>
          </w:tcPr>
          <w:p w14:paraId="4DA352EB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1</w:t>
            </w:r>
          </w:p>
        </w:tc>
        <w:tc>
          <w:tcPr>
            <w:tcW w:w="7967" w:type="dxa"/>
            <w:vAlign w:val="center"/>
          </w:tcPr>
          <w:p w14:paraId="0DB0E242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Krycí list</w:t>
            </w:r>
          </w:p>
        </w:tc>
      </w:tr>
      <w:tr w:rsidR="00423116" w14:paraId="76B91477" w14:textId="77777777">
        <w:trPr>
          <w:trHeight w:val="453"/>
        </w:trPr>
        <w:tc>
          <w:tcPr>
            <w:tcW w:w="1956" w:type="dxa"/>
            <w:vAlign w:val="center"/>
          </w:tcPr>
          <w:p w14:paraId="40AC69FF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2a</w:t>
            </w:r>
          </w:p>
        </w:tc>
        <w:tc>
          <w:tcPr>
            <w:tcW w:w="7967" w:type="dxa"/>
            <w:vAlign w:val="center"/>
          </w:tcPr>
          <w:p w14:paraId="316B26B7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specifikace, část 1</w:t>
            </w:r>
          </w:p>
        </w:tc>
      </w:tr>
      <w:tr w:rsidR="00423116" w14:paraId="5DD9519B" w14:textId="77777777">
        <w:trPr>
          <w:trHeight w:val="453"/>
        </w:trPr>
        <w:tc>
          <w:tcPr>
            <w:tcW w:w="1956" w:type="dxa"/>
            <w:vAlign w:val="center"/>
          </w:tcPr>
          <w:p w14:paraId="35531F34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2b</w:t>
            </w:r>
          </w:p>
        </w:tc>
        <w:tc>
          <w:tcPr>
            <w:tcW w:w="7967" w:type="dxa"/>
            <w:vAlign w:val="center"/>
          </w:tcPr>
          <w:p w14:paraId="50E0DF0A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specifikace, část 2</w:t>
            </w:r>
          </w:p>
        </w:tc>
      </w:tr>
      <w:tr w:rsidR="00423116" w14:paraId="012C2491" w14:textId="77777777">
        <w:trPr>
          <w:trHeight w:val="453"/>
        </w:trPr>
        <w:tc>
          <w:tcPr>
            <w:tcW w:w="1956" w:type="dxa"/>
            <w:vAlign w:val="center"/>
          </w:tcPr>
          <w:p w14:paraId="751C9261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Příloha č. 3</w:t>
            </w:r>
          </w:p>
        </w:tc>
        <w:tc>
          <w:tcPr>
            <w:tcW w:w="7967" w:type="dxa"/>
            <w:vAlign w:val="center"/>
          </w:tcPr>
          <w:p w14:paraId="642882BB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– Čestné prohlášení</w:t>
            </w:r>
          </w:p>
        </w:tc>
      </w:tr>
      <w:tr w:rsidR="00423116" w14:paraId="314B952B" w14:textId="77777777">
        <w:trPr>
          <w:trHeight w:val="453"/>
        </w:trPr>
        <w:tc>
          <w:tcPr>
            <w:tcW w:w="1956" w:type="dxa"/>
            <w:vAlign w:val="center"/>
          </w:tcPr>
          <w:p w14:paraId="15837FFB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4a</w:t>
            </w:r>
          </w:p>
        </w:tc>
        <w:tc>
          <w:tcPr>
            <w:tcW w:w="7967" w:type="dxa"/>
            <w:vAlign w:val="center"/>
          </w:tcPr>
          <w:p w14:paraId="70D18797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Obligatorní návrh smlouvy a </w:t>
            </w:r>
            <w:r>
              <w:rPr>
                <w:rFonts w:ascii="Arial" w:hAnsi="Arial" w:cs="Arial"/>
                <w:sz w:val="18"/>
                <w:szCs w:val="18"/>
              </w:rPr>
              <w:t>rámcové dohody o nákupu vázaného spotřebního materiálu, část 1</w:t>
            </w:r>
          </w:p>
        </w:tc>
      </w:tr>
      <w:tr w:rsidR="00423116" w14:paraId="7701CEE4" w14:textId="77777777">
        <w:trPr>
          <w:trHeight w:val="453"/>
        </w:trPr>
        <w:tc>
          <w:tcPr>
            <w:tcW w:w="1956" w:type="dxa"/>
            <w:vAlign w:val="center"/>
          </w:tcPr>
          <w:p w14:paraId="3BA664AB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4b</w:t>
            </w:r>
          </w:p>
        </w:tc>
        <w:tc>
          <w:tcPr>
            <w:tcW w:w="7967" w:type="dxa"/>
            <w:vAlign w:val="center"/>
          </w:tcPr>
          <w:p w14:paraId="7970C9FC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Obligatorní návrh smlouvy a rámcové dohody o nákupu vázaného spotřebního materiálu, část 2</w:t>
            </w:r>
          </w:p>
        </w:tc>
      </w:tr>
      <w:tr w:rsidR="00423116" w14:paraId="010721BE" w14:textId="77777777">
        <w:trPr>
          <w:trHeight w:val="453"/>
        </w:trPr>
        <w:tc>
          <w:tcPr>
            <w:tcW w:w="1956" w:type="dxa"/>
            <w:vAlign w:val="center"/>
          </w:tcPr>
          <w:p w14:paraId="1B6AF4E5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5</w:t>
            </w:r>
          </w:p>
        </w:tc>
        <w:tc>
          <w:tcPr>
            <w:tcW w:w="7967" w:type="dxa"/>
            <w:vAlign w:val="center"/>
          </w:tcPr>
          <w:p w14:paraId="7141B69A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Seznam referencí</w:t>
            </w:r>
          </w:p>
        </w:tc>
      </w:tr>
      <w:tr w:rsidR="00423116" w14:paraId="45885570" w14:textId="77777777">
        <w:trPr>
          <w:trHeight w:val="453"/>
        </w:trPr>
        <w:tc>
          <w:tcPr>
            <w:tcW w:w="1956" w:type="dxa"/>
            <w:vAlign w:val="center"/>
          </w:tcPr>
          <w:p w14:paraId="09A629CD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6a</w:t>
            </w:r>
          </w:p>
        </w:tc>
        <w:tc>
          <w:tcPr>
            <w:tcW w:w="7967" w:type="dxa"/>
            <w:vAlign w:val="center"/>
          </w:tcPr>
          <w:p w14:paraId="469E64A8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ceny, část 1</w:t>
            </w:r>
          </w:p>
        </w:tc>
      </w:tr>
      <w:tr w:rsidR="00423116" w14:paraId="1AA8B834" w14:textId="77777777">
        <w:trPr>
          <w:trHeight w:val="453"/>
        </w:trPr>
        <w:tc>
          <w:tcPr>
            <w:tcW w:w="1956" w:type="dxa"/>
            <w:vAlign w:val="center"/>
          </w:tcPr>
          <w:p w14:paraId="1A42881A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Příloha </w:t>
            </w:r>
            <w:r>
              <w:rPr>
                <w:rFonts w:ascii="Arial" w:hAnsi="Arial" w:cs="Arial"/>
                <w:sz w:val="18"/>
                <w:szCs w:val="18"/>
              </w:rPr>
              <w:t>č. 6b</w:t>
            </w:r>
          </w:p>
        </w:tc>
        <w:tc>
          <w:tcPr>
            <w:tcW w:w="7967" w:type="dxa"/>
            <w:vAlign w:val="center"/>
          </w:tcPr>
          <w:p w14:paraId="056BFBD4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ceny, část 2</w:t>
            </w:r>
          </w:p>
        </w:tc>
      </w:tr>
      <w:tr w:rsidR="00423116" w14:paraId="72A6CE46" w14:textId="77777777">
        <w:trPr>
          <w:trHeight w:val="453"/>
        </w:trPr>
        <w:tc>
          <w:tcPr>
            <w:tcW w:w="1956" w:type="dxa"/>
            <w:vAlign w:val="center"/>
          </w:tcPr>
          <w:p w14:paraId="55AF619B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7</w:t>
            </w:r>
          </w:p>
        </w:tc>
        <w:tc>
          <w:tcPr>
            <w:tcW w:w="7967" w:type="dxa"/>
            <w:vAlign w:val="center"/>
          </w:tcPr>
          <w:p w14:paraId="4440526C" w14:textId="77777777" w:rsidR="00423116" w:rsidRDefault="00622D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čestného prohlášení dodavatele k mezinárodním sankcím</w:t>
            </w:r>
          </w:p>
        </w:tc>
      </w:tr>
      <w:tr w:rsidR="00423116" w14:paraId="71F0E5BC" w14:textId="77777777">
        <w:trPr>
          <w:trHeight w:val="453"/>
        </w:trPr>
        <w:tc>
          <w:tcPr>
            <w:tcW w:w="1956" w:type="dxa"/>
            <w:vAlign w:val="center"/>
          </w:tcPr>
          <w:p w14:paraId="044459DB" w14:textId="77777777" w:rsidR="00423116" w:rsidRDefault="00622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Příloha č. 8</w:t>
            </w:r>
          </w:p>
        </w:tc>
        <w:tc>
          <w:tcPr>
            <w:tcW w:w="7967" w:type="dxa"/>
            <w:vAlign w:val="center"/>
          </w:tcPr>
          <w:p w14:paraId="4D37D4F0" w14:textId="77777777" w:rsidR="00423116" w:rsidRDefault="00622DA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Dezinfekční program</w:t>
            </w:r>
          </w:p>
        </w:tc>
      </w:tr>
    </w:tbl>
    <w:p w14:paraId="41AA4260" w14:textId="77777777" w:rsidR="00423116" w:rsidRDefault="00622DAC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zadávací dokumentace v elektronické podobě jsou zveřejněny na profilu zadavatele </w:t>
      </w:r>
      <w:hyperlink r:id="rId14">
        <w:r>
          <w:rPr>
            <w:rStyle w:val="Internetovodkaz"/>
            <w:rFonts w:ascii="Arial" w:hAnsi="Arial" w:cs="Arial"/>
            <w:sz w:val="20"/>
            <w:szCs w:val="20"/>
          </w:rPr>
          <w:t>https://zakazky.kzcr.eu/</w:t>
        </w:r>
      </w:hyperlink>
      <w:r>
        <w:rPr>
          <w:rFonts w:ascii="Arial" w:hAnsi="Arial" w:cs="Arial"/>
          <w:sz w:val="20"/>
          <w:szCs w:val="20"/>
        </w:rPr>
        <w:t xml:space="preserve"> u příslušné zakázky.</w:t>
      </w:r>
    </w:p>
    <w:p w14:paraId="3BC13810" w14:textId="77777777" w:rsidR="00423116" w:rsidRDefault="00423116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7E9099D2" w14:textId="77777777" w:rsidR="00423116" w:rsidRDefault="00423116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0C6A0F98" w14:textId="77777777" w:rsidR="00423116" w:rsidRDefault="00622DAC">
      <w:pPr>
        <w:tabs>
          <w:tab w:val="left" w:pos="6480"/>
          <w:tab w:val="left" w:pos="6660"/>
          <w:tab w:val="left" w:pos="7200"/>
          <w:tab w:val="left" w:pos="7920"/>
        </w:tabs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Ústí nad Labem dne: …………………………</w:t>
      </w:r>
    </w:p>
    <w:p w14:paraId="5BE4E8E6" w14:textId="77777777" w:rsidR="00423116" w:rsidRDefault="00622DAC">
      <w:pPr>
        <w:spacing w:before="240"/>
        <w:ind w:left="6372"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</w:t>
      </w:r>
    </w:p>
    <w:p w14:paraId="77C79F9C" w14:textId="77777777" w:rsidR="00423116" w:rsidRDefault="00622DAC">
      <w:pPr>
        <w:ind w:left="4248" w:firstLine="708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MUDr. Petr Malý, MBA</w:t>
      </w:r>
    </w:p>
    <w:p w14:paraId="40431EA1" w14:textId="77777777" w:rsidR="00423116" w:rsidRDefault="00622DAC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 generální ředitel </w:t>
      </w:r>
    </w:p>
    <w:p w14:paraId="69FAE32C" w14:textId="77777777" w:rsidR="00423116" w:rsidRDefault="00423116">
      <w:pPr>
        <w:rPr>
          <w:rFonts w:ascii="Arial" w:hAnsi="Arial" w:cs="Arial"/>
          <w:sz w:val="20"/>
          <w:szCs w:val="20"/>
        </w:rPr>
      </w:pPr>
    </w:p>
    <w:sectPr w:rsidR="0042311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43A14137" w14:textId="77777777" w:rsidR="00423116" w:rsidRDefault="00622DAC">
      <w:pPr>
        <w:rPr>
          <w:b/>
          <w:bCs/>
          <w:u w:val="single"/>
        </w:rPr>
      </w:pPr>
      <w:r>
        <w:rPr>
          <w:rStyle w:val="Odkaznakoment"/>
        </w:rPr>
        <w:annotationRef/>
      </w:r>
      <w:r>
        <w:rPr>
          <w:rFonts w:ascii="Arial" w:hAnsi="Arial" w:cs="Arial"/>
          <w:b/>
          <w:bCs/>
          <w:u w:val="single"/>
        </w:rPr>
        <w:t>Výzva 98:</w:t>
      </w:r>
    </w:p>
    <w:p w14:paraId="1C4FB652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 xml:space="preserve"> včetně operačních sálů, centrální sterilizace a JIP v Nemocnici Děčín</w:t>
      </w:r>
    </w:p>
    <w:p w14:paraId="39122B60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CZ.06.6.127/0.0/0.0/21_121/0016365 </w:t>
      </w:r>
    </w:p>
    <w:p w14:paraId="0916D593" w14:textId="77777777" w:rsidR="00423116" w:rsidRDefault="00423116">
      <w:pPr>
        <w:rPr>
          <w:rFonts w:ascii="Arial" w:hAnsi="Arial" w:cs="Arial"/>
        </w:rPr>
      </w:pPr>
    </w:p>
    <w:p w14:paraId="4C0C17C2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Litoměřice</w:t>
      </w:r>
    </w:p>
    <w:p w14:paraId="06F83F87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CZ.06.6.127/0.0/0.0/21_121/0016263 </w:t>
      </w:r>
    </w:p>
    <w:p w14:paraId="7CA9CD8B" w14:textId="77777777" w:rsidR="00423116" w:rsidRDefault="00423116">
      <w:pPr>
        <w:rPr>
          <w:rFonts w:ascii="Arial" w:hAnsi="Arial" w:cs="Arial"/>
        </w:rPr>
      </w:pPr>
    </w:p>
    <w:p w14:paraId="193F53D8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Most</w:t>
      </w:r>
    </w:p>
    <w:p w14:paraId="2D80532C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>CZ.06.6.127</w:t>
      </w:r>
      <w:r>
        <w:rPr>
          <w:rFonts w:ascii="Arial" w:hAnsi="Arial" w:cs="Arial"/>
        </w:rPr>
        <w:t xml:space="preserve">/0.0/0.0/21_121/0016322 </w:t>
      </w:r>
    </w:p>
    <w:p w14:paraId="2F038053" w14:textId="77777777" w:rsidR="00423116" w:rsidRDefault="00423116">
      <w:pPr>
        <w:rPr>
          <w:rFonts w:ascii="Arial" w:hAnsi="Arial" w:cs="Arial"/>
        </w:rPr>
      </w:pPr>
    </w:p>
    <w:p w14:paraId="345EB29D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>, COS včetně JIP v Nemocnici Chomutov</w:t>
      </w:r>
    </w:p>
    <w:p w14:paraId="2FF70F4C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CZ.06.6.127/0.0/0.0/21_121/0016320 </w:t>
      </w:r>
    </w:p>
    <w:p w14:paraId="34129D6B" w14:textId="77777777" w:rsidR="00423116" w:rsidRDefault="00423116">
      <w:pPr>
        <w:rPr>
          <w:rFonts w:ascii="Arial" w:hAnsi="Arial" w:cs="Arial"/>
        </w:rPr>
      </w:pPr>
    </w:p>
    <w:p w14:paraId="492DDE4C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>Nový pavilon s operačními sály, odděleními JIP a kardiochirurgie včetně vybavení v Masarykově nemocnici v Ústí nad Labem</w:t>
      </w:r>
    </w:p>
    <w:p w14:paraId="7FB5EDEF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CZ.06.6.127/0.0/0.0/21_121/0016323 </w:t>
      </w:r>
    </w:p>
    <w:p w14:paraId="0175F259" w14:textId="77777777" w:rsidR="00423116" w:rsidRDefault="00423116">
      <w:pPr>
        <w:rPr>
          <w:rFonts w:ascii="Arial" w:hAnsi="Arial" w:cs="Arial"/>
        </w:rPr>
      </w:pPr>
    </w:p>
    <w:p w14:paraId="24DEF203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>Rekonstrukce Porodnice a přístrojové vybavení nemocnice Teplice</w:t>
      </w:r>
    </w:p>
    <w:p w14:paraId="17F720FB" w14:textId="77777777" w:rsidR="00423116" w:rsidRDefault="00622D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CZ.06.6.127/0.0/0.0/21_121/0016337 </w:t>
      </w:r>
    </w:p>
    <w:p w14:paraId="7EB8EB86" w14:textId="77777777" w:rsidR="00423116" w:rsidRDefault="00423116">
      <w:pPr>
        <w:rPr>
          <w:rFonts w:ascii="Arial" w:hAnsi="Arial" w:cs="Arial"/>
          <w:color w:val="404040"/>
        </w:rPr>
      </w:pPr>
    </w:p>
    <w:p w14:paraId="17306DEE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Pořízení přístrojového vybavení pro urgentní pracoviště 2. typu Rumburk</w:t>
      </w:r>
    </w:p>
    <w:p w14:paraId="37F5F118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CZ.06.6.127/0.0/0.0/21_121/0016376 </w:t>
      </w:r>
    </w:p>
    <w:p w14:paraId="712EF0F2" w14:textId="77777777" w:rsidR="00423116" w:rsidRDefault="00423116">
      <w:pPr>
        <w:rPr>
          <w:rFonts w:ascii="Arial" w:hAnsi="Arial" w:cs="Arial"/>
          <w:color w:val="404040"/>
        </w:rPr>
      </w:pPr>
    </w:p>
    <w:p w14:paraId="30DE5BD7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99:</w:t>
      </w:r>
    </w:p>
    <w:p w14:paraId="5D761E8C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vybavení komplexního onkologického centra v Masarykově nemocnici v Ústí nad Labem</w:t>
      </w:r>
    </w:p>
    <w:p w14:paraId="177EB9BA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- CZ.06.6.127/0.0/0.0/21_122/0016660 </w:t>
      </w:r>
    </w:p>
    <w:p w14:paraId="73A7D861" w14:textId="77777777" w:rsidR="00423116" w:rsidRDefault="00423116">
      <w:pPr>
        <w:rPr>
          <w:rFonts w:ascii="Arial" w:hAnsi="Arial" w:cs="Arial"/>
          <w:color w:val="404040"/>
        </w:rPr>
      </w:pPr>
    </w:p>
    <w:p w14:paraId="0924E9D8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100:</w:t>
      </w:r>
    </w:p>
    <w:p w14:paraId="682BA675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přístrojového vybavení laboratoří KZ v Masarykově nemocnici v Ústí nad Labem</w:t>
      </w:r>
    </w:p>
    <w:p w14:paraId="6D9DD009" w14:textId="77777777" w:rsidR="00423116" w:rsidRDefault="00622DAC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>CZ.06.6.12</w:t>
      </w:r>
      <w:r>
        <w:rPr>
          <w:rFonts w:ascii="Arial" w:hAnsi="Arial" w:cs="Arial"/>
          <w:color w:val="404040"/>
          <w:sz w:val="24"/>
          <w:szCs w:val="24"/>
        </w:rPr>
        <w:t>7/0.0/0.0/21_123/0016684</w:t>
      </w:r>
    </w:p>
    <w:p w14:paraId="5A42DAEF" w14:textId="77777777" w:rsidR="00423116" w:rsidRDefault="00423116">
      <w:pPr>
        <w:pStyle w:val="Textkomente"/>
        <w:rPr>
          <w:rFonts w:ascii="Arial" w:hAnsi="Arial" w:cs="Arial"/>
          <w:color w:val="404040"/>
          <w:sz w:val="24"/>
          <w:szCs w:val="24"/>
        </w:rPr>
      </w:pPr>
    </w:p>
    <w:p w14:paraId="51D5F1CB" w14:textId="77777777" w:rsidR="00423116" w:rsidRDefault="00622DAC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102:</w:t>
      </w:r>
    </w:p>
    <w:p w14:paraId="17A9D2F6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Teplice, </w:t>
      </w:r>
      <w:proofErr w:type="spell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</w:p>
    <w:p w14:paraId="690EF584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CZ.06.6.127/0.0/0.0/21_125/0017510</w:t>
      </w:r>
    </w:p>
    <w:p w14:paraId="7DEDB419" w14:textId="77777777" w:rsidR="00423116" w:rsidRDefault="00423116">
      <w:pPr>
        <w:rPr>
          <w:rFonts w:ascii="Arial" w:hAnsi="Arial" w:cs="Arial"/>
          <w:color w:val="404040"/>
        </w:rPr>
      </w:pPr>
    </w:p>
    <w:p w14:paraId="2323198C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Most, </w:t>
      </w:r>
      <w:proofErr w:type="spell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</w:p>
    <w:p w14:paraId="1497CA15" w14:textId="77777777" w:rsidR="00423116" w:rsidRDefault="00622DAC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CZ.06.6.127/0.0/0.0/21_125/0017509</w:t>
      </w:r>
    </w:p>
    <w:p w14:paraId="1E304047" w14:textId="77777777" w:rsidR="00423116" w:rsidRDefault="00423116">
      <w:pPr>
        <w:rPr>
          <w:rFonts w:ascii="Arial" w:hAnsi="Arial" w:cs="Arial"/>
          <w:color w:val="404040"/>
        </w:rPr>
      </w:pPr>
    </w:p>
    <w:p w14:paraId="3C1EA38F" w14:textId="77777777" w:rsidR="00423116" w:rsidRDefault="00622DAC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>Pořízení laboratorního zařízen</w:t>
      </w:r>
      <w:r>
        <w:rPr>
          <w:rFonts w:ascii="Arial" w:hAnsi="Arial" w:cs="Arial"/>
          <w:color w:val="404040"/>
          <w:sz w:val="24"/>
          <w:szCs w:val="24"/>
        </w:rPr>
        <w:t xml:space="preserve">í pro Nemocnici Litoměřice, </w:t>
      </w:r>
      <w:proofErr w:type="spellStart"/>
      <w:r>
        <w:rPr>
          <w:rFonts w:ascii="Arial" w:hAnsi="Arial" w:cs="Arial"/>
          <w:color w:val="404040"/>
          <w:sz w:val="24"/>
          <w:szCs w:val="24"/>
        </w:rPr>
        <w:t>o.z</w:t>
      </w:r>
      <w:proofErr w:type="spellEnd"/>
      <w:r>
        <w:rPr>
          <w:rFonts w:ascii="Arial" w:hAnsi="Arial" w:cs="Arial"/>
          <w:color w:val="404040"/>
          <w:sz w:val="24"/>
          <w:szCs w:val="24"/>
        </w:rPr>
        <w:t>.</w:t>
      </w:r>
    </w:p>
    <w:p w14:paraId="7E756E86" w14:textId="77777777" w:rsidR="00423116" w:rsidRDefault="00622DAC">
      <w:pPr>
        <w:pStyle w:val="Textkomente"/>
      </w:pPr>
      <w:r>
        <w:rPr>
          <w:rFonts w:ascii="Arial" w:hAnsi="Arial" w:cs="Arial"/>
          <w:color w:val="404040"/>
          <w:sz w:val="24"/>
          <w:szCs w:val="24"/>
        </w:rPr>
        <w:t>CZ.06.6.127/0.0/0.0/21_125/0017508</w:t>
      </w:r>
    </w:p>
  </w:comment>
  <w:comment w:id="14" w:author="Ondová Monika" w:date="2023-08-09T10:22:00Z" w:initials="OM">
    <w:p w14:paraId="7A1E191D" w14:textId="77777777" w:rsidR="00423116" w:rsidRDefault="00622DAC">
      <w:pPr>
        <w:pStyle w:val="Textkomente"/>
      </w:pPr>
      <w:r>
        <w:rPr>
          <w:rStyle w:val="Odkaznakoment"/>
        </w:rPr>
        <w:annotationRef/>
      </w:r>
      <w:r>
        <w:t>Pokud se nejedná o REACT smazat, viz nová příloha č. 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756E86" w15:done="0"/>
  <w15:commentEx w15:paraId="7A1E191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0D7DF4" w16cid:durableId="287F61BD"/>
  <w16cid:commentId w16cid:paraId="49A5CF95" w16cid:durableId="287F61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DC023" w14:textId="77777777" w:rsidR="00423116" w:rsidRDefault="00622DAC">
      <w:r>
        <w:separator/>
      </w:r>
    </w:p>
  </w:endnote>
  <w:endnote w:type="continuationSeparator" w:id="0">
    <w:p w14:paraId="5E3349F1" w14:textId="77777777" w:rsidR="00423116" w:rsidRDefault="0062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3B0F7" w14:textId="77777777" w:rsidR="00423116" w:rsidRDefault="00423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A7125" w14:textId="77777777" w:rsidR="00423116" w:rsidRDefault="00622DAC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9</w:t>
    </w:r>
    <w:r>
      <w:rPr>
        <w:rFonts w:ascii="MetaCE" w:hAnsi="MetaCE"/>
        <w:sz w:val="14"/>
        <w:szCs w:val="14"/>
      </w:rPr>
      <w:fldChar w:fldCharType="end"/>
    </w:r>
  </w:p>
  <w:p w14:paraId="51035F19" w14:textId="77777777" w:rsidR="00423116" w:rsidRDefault="0042311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096426F0" w14:textId="77777777" w:rsidR="00423116" w:rsidRDefault="0042311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6B99C" w14:textId="77777777" w:rsidR="00423116" w:rsidRDefault="004231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7697E" w14:textId="77777777" w:rsidR="00423116" w:rsidRDefault="00622DAC">
      <w:r>
        <w:separator/>
      </w:r>
    </w:p>
  </w:footnote>
  <w:footnote w:type="continuationSeparator" w:id="0">
    <w:p w14:paraId="43719147" w14:textId="77777777" w:rsidR="00423116" w:rsidRDefault="00622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DC032" w14:textId="77777777" w:rsidR="00423116" w:rsidRDefault="00423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4B410" w14:textId="77777777" w:rsidR="00423116" w:rsidRDefault="00622DAC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5FC77755" wp14:editId="0239D20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E8319" w14:textId="77777777" w:rsidR="00423116" w:rsidRDefault="004231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ndová Monika">
    <w15:presenceInfo w15:providerId="AD" w15:userId="S-1-5-21-4105476825-3491161087-1729853541-42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16"/>
    <w:rsid w:val="00423116"/>
    <w:rsid w:val="0062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E70B5E9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zakazky.kzcr.e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azky.kzcr.eu/test_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zcr.eu/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mailto:monika.ondova@kzcr.e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zakazky.kzcr.eu/" TargetMode="Externa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90635-E594-409B-BCE2-468B6F30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12</TotalTime>
  <Pages>9</Pages>
  <Words>3036</Words>
  <Characters>17919</Characters>
  <Application>Microsoft Office Word</Application>
  <DocSecurity>0</DocSecurity>
  <Lines>149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9</cp:revision>
  <dcterms:created xsi:type="dcterms:W3CDTF">2023-08-09T07:06:00Z</dcterms:created>
  <dcterms:modified xsi:type="dcterms:W3CDTF">2023-10-09T07:23:00Z</dcterms:modified>
</cp:coreProperties>
</file>